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BF3AEB" w14:paraId="3C0E4E5E" w14:textId="77777777">
            <w:trPr>
              <w:cantSplit/>
            </w:trPr>
            <w:tc>
              <w:tcPr>
                <w:tcW w:w="2400" w:type="dxa"/>
              </w:tcPr>
              <w:p w14:paraId="5E59DCF1" w14:textId="77777777" w:rsidR="008241B0" w:rsidRPr="003F1519" w:rsidRDefault="00E0579E">
                <w:pPr>
                  <w:pStyle w:val="ZFlag"/>
                </w:pPr>
                <w:r w:rsidRPr="003F1519">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3F1519" w:rsidRDefault="000902A7">
                <w:pPr>
                  <w:pStyle w:val="ZCom"/>
                </w:pPr>
                <w:sdt>
                  <w:sdtPr>
                    <w:id w:val="-1384316332"/>
                    <w:dataBinding w:xpath="/Texts/OrgaRoot" w:storeItemID="{4EF90DE6-88B6-4264-9629-4D8DFDFE87D2}"/>
                    <w:text w:multiLine="1"/>
                  </w:sdtPr>
                  <w:sdtEndPr/>
                  <w:sdtContent>
                    <w:r w:rsidR="002A6E30" w:rsidRPr="003F1519">
                      <w:t>COMMISSION EUROPÉENNE</w:t>
                    </w:r>
                  </w:sdtContent>
                </w:sdt>
              </w:p>
              <w:p w14:paraId="50AEA351" w14:textId="39D8A342" w:rsidR="008241B0" w:rsidRPr="003F1519" w:rsidRDefault="000902A7">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1DC8" w:rsidRPr="003F1519">
                      <w:rPr>
                        <w:caps/>
                      </w:rPr>
                      <w:t xml:space="preserve">     </w:t>
                    </w:r>
                  </w:sdtContent>
                </w:sdt>
              </w:p>
              <w:p w14:paraId="56BC4AF8" w14:textId="4B1F8545" w:rsidR="008241B0" w:rsidRPr="003F1519" w:rsidRDefault="000902A7">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1DC8" w:rsidRPr="003F1519">
                      <w:rPr>
                        <w:caps/>
                      </w:rPr>
                      <w:t xml:space="preserve">     </w:t>
                    </w:r>
                  </w:sdtContent>
                </w:sdt>
              </w:p>
              <w:p w14:paraId="1094DF31" w14:textId="5FFCEF55" w:rsidR="008241B0" w:rsidRPr="003F1519" w:rsidRDefault="000902A7">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1DC8" w:rsidRPr="003F1519">
                      <w:t xml:space="preserve">     </w:t>
                    </w:r>
                  </w:sdtContent>
                </w:sdt>
              </w:p>
              <w:p w14:paraId="3A431F23" w14:textId="2AA5CACF" w:rsidR="008241B0" w:rsidRPr="003F1519" w:rsidRDefault="000902A7">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1DC8" w:rsidRPr="003F1519">
                      <w:rPr>
                        <w:b/>
                      </w:rPr>
                      <w:t xml:space="preserve">     </w:t>
                    </w:r>
                  </w:sdtContent>
                </w:sdt>
              </w:p>
            </w:tc>
          </w:tr>
        </w:sdtContent>
      </w:sdt>
    </w:tbl>
    <w:p w14:paraId="138ED1B1" w14:textId="4A615850" w:rsidR="008241B0" w:rsidRPr="003F1519" w:rsidRDefault="000902A7"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1DC8" w:rsidRPr="003F1519">
            <w:t>AVIS DE VACANCE POUR UN POSTE D</w:t>
          </w:r>
          <w:r w:rsidR="006F23BA" w:rsidRPr="003F1519">
            <w:t>’</w:t>
          </w:r>
          <w:r w:rsidR="00B31DC8" w:rsidRPr="003F1519">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EB" w14:paraId="1568E05F" w14:textId="77777777" w:rsidTr="005F6927">
        <w:tc>
          <w:tcPr>
            <w:tcW w:w="3111" w:type="dxa"/>
          </w:tcPr>
          <w:p w14:paraId="77985940" w14:textId="3179BE2D" w:rsidR="00377580" w:rsidRPr="003F1519" w:rsidRDefault="00377580" w:rsidP="005F6927">
            <w:pPr>
              <w:tabs>
                <w:tab w:val="left" w:pos="426"/>
              </w:tabs>
              <w:rPr>
                <w:bCs/>
                <w:lang w:eastAsia="en-GB"/>
              </w:rPr>
            </w:pPr>
            <w:r w:rsidRPr="003F1519">
              <w:rPr>
                <w:bCs/>
                <w:lang w:eastAsia="en-GB"/>
              </w:rPr>
              <w:t>DG – Direction – Unité</w:t>
            </w:r>
          </w:p>
        </w:tc>
        <w:sdt>
          <w:sdtPr>
            <w:rPr>
              <w:bCs/>
              <w:lang w:eastAsia="en-GB"/>
            </w:rPr>
            <w:id w:val="1693032537"/>
            <w:placeholder>
              <w:docPart w:val="3EA8CF6EEFEA4E0A8C856271A54D6DC1"/>
            </w:placeholder>
          </w:sdtPr>
          <w:sdtEndPr/>
          <w:sdtContent>
            <w:sdt>
              <w:sdtPr>
                <w:rPr>
                  <w:bCs/>
                  <w:lang w:eastAsia="en-GB"/>
                </w:rPr>
                <w:id w:val="954449441"/>
                <w:placeholder>
                  <w:docPart w:val="E86F274F85D54C9B961397418CB55292"/>
                </w:placeholder>
              </w:sdtPr>
              <w:sdtEndPr/>
              <w:sdtContent>
                <w:tc>
                  <w:tcPr>
                    <w:tcW w:w="5491" w:type="dxa"/>
                  </w:tcPr>
                  <w:p w14:paraId="2AA4F572" w14:textId="220E2C2D" w:rsidR="00377580" w:rsidRPr="003F1519" w:rsidRDefault="00247026" w:rsidP="005F6927">
                    <w:pPr>
                      <w:tabs>
                        <w:tab w:val="left" w:pos="426"/>
                      </w:tabs>
                      <w:rPr>
                        <w:bCs/>
                        <w:lang w:eastAsia="en-GB"/>
                      </w:rPr>
                    </w:pPr>
                    <w:r w:rsidRPr="00BF3AEB">
                      <w:rPr>
                        <w:bCs/>
                        <w:lang w:eastAsia="en-GB"/>
                      </w:rPr>
                      <w:t>COMM TF1</w:t>
                    </w:r>
                  </w:p>
                </w:tc>
              </w:sdtContent>
            </w:sdt>
          </w:sdtContent>
        </w:sdt>
      </w:tr>
      <w:tr w:rsidR="00377580" w:rsidRPr="00BF3AEB" w14:paraId="134D49F6" w14:textId="77777777" w:rsidTr="005F6927">
        <w:tc>
          <w:tcPr>
            <w:tcW w:w="3111" w:type="dxa"/>
          </w:tcPr>
          <w:p w14:paraId="73745AB3" w14:textId="46970E25" w:rsidR="00377580" w:rsidRPr="003F1519" w:rsidRDefault="00377580" w:rsidP="005F6927">
            <w:pPr>
              <w:tabs>
                <w:tab w:val="left" w:pos="426"/>
              </w:tabs>
              <w:rPr>
                <w:bCs/>
                <w:lang w:eastAsia="en-GB"/>
              </w:rPr>
            </w:pPr>
            <w:r w:rsidRPr="003F1519">
              <w:rPr>
                <w:bCs/>
                <w:lang w:eastAsia="en-GB"/>
              </w:rPr>
              <w:t xml:space="preserve">Numéro de poste </w:t>
            </w:r>
            <w:proofErr w:type="spellStart"/>
            <w:proofErr w:type="gramStart"/>
            <w:r w:rsidR="001D3EEC" w:rsidRPr="003F1519">
              <w:rPr>
                <w:bCs/>
                <w:lang w:eastAsia="en-GB"/>
              </w:rPr>
              <w:t>S</w:t>
            </w:r>
            <w:r w:rsidRPr="003F1519">
              <w:rPr>
                <w:bCs/>
                <w:lang w:eastAsia="en-GB"/>
              </w:rPr>
              <w:t>ysper</w:t>
            </w:r>
            <w:proofErr w:type="spellEnd"/>
            <w:r w:rsidRPr="003F1519">
              <w:rPr>
                <w:bCs/>
                <w:lang w:eastAsia="en-GB"/>
              </w:rPr>
              <w:t>:</w:t>
            </w:r>
            <w:proofErr w:type="gramEnd"/>
          </w:p>
        </w:tc>
        <w:sdt>
          <w:sdtPr>
            <w:rPr>
              <w:bCs/>
              <w:lang w:eastAsia="en-GB"/>
            </w:rPr>
            <w:id w:val="-686597872"/>
            <w:placeholder>
              <w:docPart w:val="60106104C58244479DA9EA116B4F1602"/>
            </w:placeholder>
          </w:sdtPr>
          <w:sdtEndPr/>
          <w:sdtContent>
            <w:sdt>
              <w:sdtPr>
                <w:rPr>
                  <w:bCs/>
                  <w:lang w:eastAsia="en-GB"/>
                </w:rPr>
                <w:id w:val="141858395"/>
                <w:placeholder>
                  <w:docPart w:val="6BB1A3742FCC438B9868269806738E96"/>
                </w:placeholder>
              </w:sdtPr>
              <w:sdtEndPr/>
              <w:sdtContent>
                <w:tc>
                  <w:tcPr>
                    <w:tcW w:w="5491" w:type="dxa"/>
                  </w:tcPr>
                  <w:p w14:paraId="51C87C16" w14:textId="5F0D1AD9" w:rsidR="00377580" w:rsidRPr="003F1519" w:rsidRDefault="00247026" w:rsidP="005F6927">
                    <w:pPr>
                      <w:tabs>
                        <w:tab w:val="left" w:pos="426"/>
                      </w:tabs>
                      <w:rPr>
                        <w:bCs/>
                        <w:lang w:eastAsia="en-GB"/>
                      </w:rPr>
                    </w:pPr>
                    <w:r w:rsidRPr="003F1519">
                      <w:rPr>
                        <w:bCs/>
                        <w:lang w:eastAsia="en-GB"/>
                      </w:rPr>
                      <w:t>466439</w:t>
                    </w:r>
                  </w:p>
                </w:tc>
              </w:sdtContent>
            </w:sdt>
          </w:sdtContent>
        </w:sdt>
      </w:tr>
      <w:tr w:rsidR="00377580" w:rsidRPr="00BF3AEB" w14:paraId="38F42E75" w14:textId="77777777" w:rsidTr="005F6927">
        <w:tc>
          <w:tcPr>
            <w:tcW w:w="3111" w:type="dxa"/>
          </w:tcPr>
          <w:p w14:paraId="171B2069" w14:textId="55356334" w:rsidR="00377580" w:rsidRPr="003F1519" w:rsidRDefault="00377580" w:rsidP="005F6927">
            <w:pPr>
              <w:tabs>
                <w:tab w:val="left" w:pos="1697"/>
              </w:tabs>
              <w:ind w:right="-1739"/>
              <w:contextualSpacing/>
              <w:rPr>
                <w:bCs/>
                <w:szCs w:val="24"/>
                <w:lang w:eastAsia="en-GB"/>
              </w:rPr>
            </w:pPr>
            <w:r w:rsidRPr="003F1519">
              <w:rPr>
                <w:bCs/>
                <w:szCs w:val="24"/>
                <w:lang w:eastAsia="en-GB"/>
              </w:rPr>
              <w:t xml:space="preserve">Personne de </w:t>
            </w:r>
            <w:proofErr w:type="gramStart"/>
            <w:r w:rsidRPr="003F1519">
              <w:rPr>
                <w:bCs/>
                <w:szCs w:val="24"/>
                <w:lang w:eastAsia="en-GB"/>
              </w:rPr>
              <w:t>contact:</w:t>
            </w:r>
            <w:proofErr w:type="gramEnd"/>
          </w:p>
          <w:p w14:paraId="06B71EE9" w14:textId="77777777" w:rsidR="00377580" w:rsidRPr="003F1519" w:rsidRDefault="00377580" w:rsidP="005F6927">
            <w:pPr>
              <w:tabs>
                <w:tab w:val="left" w:pos="1697"/>
              </w:tabs>
              <w:ind w:right="-1739"/>
              <w:contextualSpacing/>
              <w:rPr>
                <w:bCs/>
                <w:szCs w:val="24"/>
                <w:lang w:eastAsia="en-GB"/>
              </w:rPr>
            </w:pPr>
          </w:p>
          <w:p w14:paraId="3A297E0D" w14:textId="7C2BB14E" w:rsidR="00377580" w:rsidRPr="003F1519" w:rsidRDefault="00377580" w:rsidP="005F6927">
            <w:pPr>
              <w:tabs>
                <w:tab w:val="left" w:pos="1697"/>
              </w:tabs>
              <w:ind w:right="-1739"/>
              <w:contextualSpacing/>
              <w:rPr>
                <w:bCs/>
                <w:szCs w:val="24"/>
                <w:lang w:eastAsia="en-GB"/>
              </w:rPr>
            </w:pPr>
            <w:r w:rsidRPr="003F1519">
              <w:rPr>
                <w:bCs/>
                <w:szCs w:val="24"/>
                <w:lang w:eastAsia="en-GB"/>
              </w:rPr>
              <w:t xml:space="preserve">Prise de fonctions </w:t>
            </w:r>
            <w:proofErr w:type="gramStart"/>
            <w:r w:rsidRPr="003F1519">
              <w:rPr>
                <w:bCs/>
                <w:szCs w:val="24"/>
                <w:lang w:eastAsia="en-GB"/>
              </w:rPr>
              <w:t>souhaitée:</w:t>
            </w:r>
            <w:proofErr w:type="gramEnd"/>
          </w:p>
          <w:p w14:paraId="64D59568" w14:textId="333E015C" w:rsidR="00377580" w:rsidRPr="003F1519" w:rsidRDefault="00377580" w:rsidP="005F6927">
            <w:pPr>
              <w:tabs>
                <w:tab w:val="left" w:pos="1697"/>
              </w:tabs>
              <w:ind w:right="-1739"/>
              <w:contextualSpacing/>
              <w:rPr>
                <w:bCs/>
                <w:szCs w:val="24"/>
                <w:lang w:eastAsia="en-GB"/>
              </w:rPr>
            </w:pPr>
            <w:r w:rsidRPr="003F1519">
              <w:rPr>
                <w:bCs/>
                <w:szCs w:val="24"/>
                <w:lang w:eastAsia="en-GB"/>
              </w:rPr>
              <w:t xml:space="preserve">Durée </w:t>
            </w:r>
            <w:proofErr w:type="gramStart"/>
            <w:r w:rsidRPr="003F1519">
              <w:rPr>
                <w:bCs/>
                <w:szCs w:val="24"/>
                <w:lang w:eastAsia="en-GB"/>
              </w:rPr>
              <w:t>initiale:</w:t>
            </w:r>
            <w:proofErr w:type="gramEnd"/>
          </w:p>
          <w:p w14:paraId="70D1AB11" w14:textId="6CC7025B" w:rsidR="00377580" w:rsidRPr="003F1519" w:rsidRDefault="00377580" w:rsidP="005F6927">
            <w:pPr>
              <w:tabs>
                <w:tab w:val="left" w:pos="426"/>
              </w:tabs>
              <w:spacing w:after="0"/>
              <w:contextualSpacing/>
              <w:rPr>
                <w:bCs/>
                <w:lang w:eastAsia="en-GB"/>
              </w:rPr>
            </w:pPr>
            <w:r w:rsidRPr="003F1519">
              <w:rPr>
                <w:bCs/>
                <w:szCs w:val="24"/>
                <w:lang w:eastAsia="en-GB"/>
              </w:rPr>
              <w:t xml:space="preserve">Lieu de </w:t>
            </w:r>
            <w:proofErr w:type="gramStart"/>
            <w:r w:rsidRPr="003F1519">
              <w:rPr>
                <w:bCs/>
                <w:szCs w:val="24"/>
                <w:lang w:eastAsia="en-GB"/>
              </w:rPr>
              <w:t>détachement:</w:t>
            </w:r>
            <w:proofErr w:type="gramEnd"/>
          </w:p>
        </w:tc>
        <w:tc>
          <w:tcPr>
            <w:tcW w:w="5491" w:type="dxa"/>
          </w:tcPr>
          <w:sdt>
            <w:sdtPr>
              <w:rPr>
                <w:bCs/>
                <w:lang w:eastAsia="en-GB"/>
              </w:rPr>
              <w:id w:val="226507670"/>
              <w:placeholder>
                <w:docPart w:val="D8BE6C0997514348B27B45353A0FA576"/>
              </w:placeholder>
            </w:sdtPr>
            <w:sdtEndPr/>
            <w:sdtContent>
              <w:sdt>
                <w:sdtPr>
                  <w:rPr>
                    <w:bCs/>
                    <w:lang w:eastAsia="en-GB"/>
                  </w:rPr>
                  <w:id w:val="-144895275"/>
                  <w:placeholder>
                    <w:docPart w:val="A6F1B65AD6E147A69A44A3AA60A740F6"/>
                  </w:placeholder>
                </w:sdtPr>
                <w:sdtEndPr/>
                <w:sdtContent>
                  <w:p w14:paraId="369CA7C8" w14:textId="1C212297" w:rsidR="00377580" w:rsidRPr="003F1519" w:rsidRDefault="00247026" w:rsidP="00247026">
                    <w:pPr>
                      <w:tabs>
                        <w:tab w:val="left" w:pos="426"/>
                      </w:tabs>
                      <w:spacing w:before="120"/>
                      <w:rPr>
                        <w:bCs/>
                        <w:lang w:eastAsia="en-GB"/>
                      </w:rPr>
                    </w:pPr>
                    <w:r w:rsidRPr="003F1519">
                      <w:rPr>
                        <w:bCs/>
                        <w:lang w:eastAsia="en-GB"/>
                      </w:rPr>
                      <w:t>Oana HRISCU (Oana.HRISCU@ec.europa.eu)</w:t>
                    </w:r>
                  </w:p>
                </w:sdtContent>
              </w:sdt>
            </w:sdtContent>
          </w:sdt>
          <w:p w14:paraId="32DD8032" w14:textId="7498A655" w:rsidR="00377580" w:rsidRPr="003F1519" w:rsidRDefault="000902A7" w:rsidP="005F6927">
            <w:pPr>
              <w:tabs>
                <w:tab w:val="left" w:pos="426"/>
              </w:tabs>
              <w:contextualSpacing/>
              <w:rPr>
                <w:bCs/>
                <w:lang w:eastAsia="en-GB"/>
              </w:rPr>
            </w:pPr>
            <w:sdt>
              <w:sdtPr>
                <w:rPr>
                  <w:bCs/>
                  <w:lang w:eastAsia="en-GB"/>
                </w:rPr>
                <w:id w:val="1175461244"/>
                <w:placeholder>
                  <w:docPart w:val="8C22AB55BBA54E638A78E6CCB625149B"/>
                </w:placeholder>
              </w:sdtPr>
              <w:sdtEndPr/>
              <w:sdtContent>
                <w:r w:rsidR="00247026" w:rsidRPr="003F1519">
                  <w:rPr>
                    <w:bCs/>
                    <w:lang w:eastAsia="en-GB"/>
                  </w:rPr>
                  <w:t>4</w:t>
                </w:r>
              </w:sdtContent>
            </w:sdt>
            <w:r w:rsidR="00377580" w:rsidRPr="003F1519">
              <w:rPr>
                <w:bCs/>
                <w:lang w:eastAsia="en-GB"/>
              </w:rPr>
              <w:t xml:space="preserve"> trimestre</w:t>
            </w:r>
            <w:r w:rsidR="00B566C1" w:rsidRPr="003F1519">
              <w:rPr>
                <w:bCs/>
                <w:lang w:eastAsia="en-GB"/>
              </w:rPr>
              <w:t xml:space="preserve"> </w:t>
            </w:r>
            <w:sdt>
              <w:sdtPr>
                <w:rPr>
                  <w:bCs/>
                  <w:lang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F66DB" w:rsidRPr="003F1519">
                      <w:rPr>
                        <w:bCs/>
                        <w:lang w:eastAsia="en-GB"/>
                      </w:rPr>
                      <w:t>2025</w:t>
                    </w:r>
                  </w:sdtContent>
                </w:sdt>
              </w:sdtContent>
            </w:sdt>
            <w:r w:rsidR="00377580" w:rsidRPr="003F1519">
              <w:rPr>
                <w:bCs/>
                <w:lang w:eastAsia="en-GB"/>
              </w:rPr>
              <w:t xml:space="preserve"> </w:t>
            </w:r>
          </w:p>
          <w:p w14:paraId="768BBE26" w14:textId="658F8D9B" w:rsidR="00377580" w:rsidRPr="003F1519" w:rsidRDefault="000902A7" w:rsidP="005F6927">
            <w:pPr>
              <w:tabs>
                <w:tab w:val="left" w:pos="426"/>
              </w:tabs>
              <w:contextualSpacing/>
              <w:jc w:val="left"/>
              <w:rPr>
                <w:bCs/>
                <w:szCs w:val="24"/>
                <w:lang w:eastAsia="en-GB"/>
              </w:rPr>
            </w:pPr>
            <w:sdt>
              <w:sdtPr>
                <w:rPr>
                  <w:bCs/>
                  <w:lang w:eastAsia="en-GB"/>
                </w:rPr>
                <w:id w:val="202528730"/>
                <w:placeholder>
                  <w:docPart w:val="8C22AB55BBA54E638A78E6CCB625149B"/>
                </w:placeholder>
              </w:sdtPr>
              <w:sdtEndPr/>
              <w:sdtContent>
                <w:r w:rsidR="00247026" w:rsidRPr="003F1519">
                  <w:rPr>
                    <w:bCs/>
                    <w:lang w:eastAsia="en-GB"/>
                  </w:rPr>
                  <w:t>2</w:t>
                </w:r>
              </w:sdtContent>
            </w:sdt>
            <w:r w:rsidR="00377580" w:rsidRPr="003F1519">
              <w:rPr>
                <w:bCs/>
                <w:lang w:eastAsia="en-GB"/>
              </w:rPr>
              <w:t xml:space="preserve"> années</w:t>
            </w:r>
            <w:r w:rsidR="00377580" w:rsidRPr="003F1519">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47026" w:rsidRPr="003F1519">
                  <w:rPr>
                    <w:rFonts w:ascii="MS Gothic" w:eastAsia="MS Gothic" w:hAnsi="MS Gothic"/>
                    <w:bCs/>
                    <w:szCs w:val="24"/>
                    <w:lang w:eastAsia="en-GB"/>
                  </w:rPr>
                  <w:t>☒</w:t>
                </w:r>
              </w:sdtContent>
            </w:sdt>
            <w:r w:rsidR="00377580" w:rsidRPr="003F1519">
              <w:rPr>
                <w:bCs/>
                <w:lang w:eastAsia="en-GB"/>
              </w:rPr>
              <w:t xml:space="preserve"> Bruxelles </w:t>
            </w:r>
            <w:r w:rsidR="0092295D" w:rsidRPr="003F1519">
              <w:rPr>
                <w:bCs/>
                <w:lang w:eastAsia="en-GB"/>
              </w:rPr>
              <w:t xml:space="preserve"> </w:t>
            </w:r>
            <w:r w:rsidR="00377580" w:rsidRPr="003F1519">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377580" w:rsidRPr="003F1519">
                  <w:rPr>
                    <w:rFonts w:ascii="MS Gothic" w:eastAsia="MS Gothic" w:hAnsi="MS Gothic"/>
                    <w:bCs/>
                    <w:szCs w:val="24"/>
                    <w:lang w:eastAsia="en-GB"/>
                  </w:rPr>
                  <w:t>☐</w:t>
                </w:r>
              </w:sdtContent>
            </w:sdt>
            <w:r w:rsidR="00377580" w:rsidRPr="003F1519">
              <w:rPr>
                <w:bCs/>
                <w:szCs w:val="24"/>
                <w:lang w:eastAsia="en-GB"/>
              </w:rP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77580" w:rsidRPr="003F1519">
                  <w:rPr>
                    <w:rFonts w:ascii="MS Gothic" w:eastAsia="MS Gothic" w:hAnsi="MS Gothic"/>
                    <w:bCs/>
                    <w:szCs w:val="24"/>
                    <w:lang w:eastAsia="en-GB"/>
                  </w:rPr>
                  <w:t>☐</w:t>
                </w:r>
              </w:sdtContent>
            </w:sdt>
            <w:r w:rsidR="00377580" w:rsidRPr="003F1519">
              <w:rPr>
                <w:bCs/>
                <w:szCs w:val="24"/>
                <w:lang w:eastAsia="en-GB"/>
              </w:rPr>
              <w:t xml:space="preserve"> </w:t>
            </w:r>
            <w:proofErr w:type="gramStart"/>
            <w:r w:rsidR="00377580" w:rsidRPr="003F1519">
              <w:rPr>
                <w:bCs/>
                <w:szCs w:val="24"/>
                <w:lang w:eastAsia="en-GB"/>
              </w:rPr>
              <w:t>Autre:</w:t>
            </w:r>
            <w:proofErr w:type="gramEnd"/>
            <w:r w:rsidR="00377580" w:rsidRPr="003F1519">
              <w:rPr>
                <w:bCs/>
                <w:szCs w:val="24"/>
                <w:lang w:eastAsia="en-GB"/>
              </w:rPr>
              <w:t xml:space="preserve"> </w:t>
            </w:r>
            <w:sdt>
              <w:sdtPr>
                <w:rPr>
                  <w:bCs/>
                  <w:szCs w:val="24"/>
                  <w:lang w:eastAsia="en-GB"/>
                </w:rPr>
                <w:id w:val="-186994276"/>
                <w:placeholder>
                  <w:docPart w:val="8C22AB55BBA54E638A78E6CCB625149B"/>
                </w:placeholder>
                <w:showingPlcHdr/>
              </w:sdtPr>
              <w:sdtEndPr/>
              <w:sdtContent>
                <w:r w:rsidR="00377580" w:rsidRPr="003F1519">
                  <w:rPr>
                    <w:rStyle w:val="PlaceholderText"/>
                  </w:rPr>
                  <w:t>Click or tap here to enter text.</w:t>
                </w:r>
              </w:sdtContent>
            </w:sdt>
          </w:p>
          <w:p w14:paraId="6A0ABCA6" w14:textId="77777777" w:rsidR="00377580" w:rsidRPr="003F1519" w:rsidRDefault="00377580" w:rsidP="005F6927">
            <w:pPr>
              <w:tabs>
                <w:tab w:val="left" w:pos="426"/>
              </w:tabs>
              <w:spacing w:after="0"/>
              <w:contextualSpacing/>
              <w:rPr>
                <w:bCs/>
                <w:lang w:eastAsia="en-GB"/>
              </w:rPr>
            </w:pPr>
          </w:p>
        </w:tc>
      </w:tr>
      <w:tr w:rsidR="00E850B7" w:rsidRPr="00BF3AEB" w14:paraId="7643981F" w14:textId="77777777" w:rsidTr="00BC2C0C">
        <w:tc>
          <w:tcPr>
            <w:tcW w:w="3111" w:type="dxa"/>
          </w:tcPr>
          <w:p w14:paraId="6EF8291E" w14:textId="38B2B2AA" w:rsidR="00E850B7" w:rsidRPr="003F1519" w:rsidRDefault="00DC5C83" w:rsidP="00BC2C0C">
            <w:pPr>
              <w:tabs>
                <w:tab w:val="left" w:pos="426"/>
              </w:tabs>
              <w:spacing w:before="120" w:after="0"/>
              <w:rPr>
                <w:bCs/>
                <w:lang w:eastAsia="en-GB"/>
              </w:rPr>
            </w:pPr>
            <w:r w:rsidRPr="003F1519">
              <w:rPr>
                <w:bCs/>
                <w:lang w:eastAsia="en-GB"/>
              </w:rPr>
              <w:t>Type de détachement</w:t>
            </w:r>
          </w:p>
        </w:tc>
        <w:tc>
          <w:tcPr>
            <w:tcW w:w="5491" w:type="dxa"/>
          </w:tcPr>
          <w:p w14:paraId="414E5C9C" w14:textId="71059769" w:rsidR="00E850B7" w:rsidRPr="003F1519" w:rsidRDefault="00E850B7" w:rsidP="00BC2C0C">
            <w:pPr>
              <w:tabs>
                <w:tab w:val="left" w:pos="426"/>
              </w:tabs>
              <w:spacing w:before="120"/>
              <w:rPr>
                <w:bCs/>
                <w:lang w:eastAsia="en-GB"/>
              </w:rPr>
            </w:pPr>
            <w:r w:rsidRPr="003F1519">
              <w:rPr>
                <w:bCs/>
                <w:lang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sidRPr="003F1519">
              <w:rPr>
                <w:bCs/>
                <w:lang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BF3AEB" w14:paraId="52DCBCF8" w14:textId="77777777" w:rsidTr="005F6927">
        <w:tc>
          <w:tcPr>
            <w:tcW w:w="8602" w:type="dxa"/>
            <w:gridSpan w:val="2"/>
          </w:tcPr>
          <w:p w14:paraId="75C9C8EC" w14:textId="24E4F1D7" w:rsidR="00377580" w:rsidRPr="003F1519" w:rsidRDefault="001A0074" w:rsidP="005F6927">
            <w:pPr>
              <w:tabs>
                <w:tab w:val="left" w:pos="426"/>
              </w:tabs>
              <w:rPr>
                <w:bCs/>
                <w:lang w:eastAsia="en-GB"/>
              </w:rPr>
            </w:pPr>
            <w:r w:rsidRPr="003F1519">
              <w:rPr>
                <w:bCs/>
                <w:lang w:eastAsia="en-GB"/>
              </w:rPr>
              <w:t xml:space="preserve">Cet avis de vacance est ouvert </w:t>
            </w:r>
            <w:proofErr w:type="gramStart"/>
            <w:r w:rsidRPr="003F1519">
              <w:rPr>
                <w:bCs/>
                <w:lang w:eastAsia="en-GB"/>
              </w:rPr>
              <w:t>aux:</w:t>
            </w:r>
            <w:proofErr w:type="gramEnd"/>
          </w:p>
          <w:p w14:paraId="58BA5DEB" w14:textId="6DFE4F57" w:rsidR="00A65B97" w:rsidRPr="00BF3AEB" w:rsidRDefault="00A65B97" w:rsidP="00A65B97">
            <w:pPr>
              <w:tabs>
                <w:tab w:val="left" w:pos="426"/>
              </w:tabs>
              <w:contextualSpacing/>
              <w:rPr>
                <w:bCs/>
                <w:szCs w:val="24"/>
                <w:lang w:eastAsia="en-GB"/>
              </w:rPr>
            </w:pPr>
            <w:r w:rsidRPr="003F1519">
              <w:rPr>
                <w:bCs/>
                <w:lang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3F1519" w:rsidRDefault="00A65B97" w:rsidP="00A65B97">
            <w:pPr>
              <w:tabs>
                <w:tab w:val="left" w:pos="426"/>
              </w:tabs>
              <w:spacing w:after="120"/>
              <w:ind w:left="567"/>
              <w:rPr>
                <w:bCs/>
                <w:szCs w:val="24"/>
                <w:lang w:eastAsia="en-GB"/>
              </w:rPr>
            </w:pPr>
            <w:proofErr w:type="gramStart"/>
            <w:r w:rsidRPr="003F1519">
              <w:rPr>
                <w:bCs/>
                <w:szCs w:val="24"/>
                <w:lang w:eastAsia="en-GB"/>
              </w:rPr>
              <w:t>ainsi</w:t>
            </w:r>
            <w:proofErr w:type="gramEnd"/>
            <w:r w:rsidRPr="003F1519">
              <w:rPr>
                <w:bCs/>
                <w:szCs w:val="24"/>
                <w:lang w:eastAsia="en-GB"/>
              </w:rPr>
              <w:t xml:space="preserve"> qu’aux</w:t>
            </w:r>
          </w:p>
          <w:p w14:paraId="592E0483" w14:textId="67D779D9" w:rsidR="00377580" w:rsidRPr="003F1519" w:rsidRDefault="000902A7" w:rsidP="00A65B97">
            <w:pPr>
              <w:tabs>
                <w:tab w:val="left" w:pos="426"/>
              </w:tabs>
              <w:ind w:left="567"/>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77580" w:rsidRPr="003F1519">
                  <w:rPr>
                    <w:rFonts w:ascii="MS Gothic" w:eastAsia="MS Gothic" w:hAnsi="MS Gothic"/>
                    <w:bCs/>
                    <w:szCs w:val="24"/>
                    <w:lang w:eastAsia="en-GB"/>
                  </w:rPr>
                  <w:t>☐</w:t>
                </w:r>
              </w:sdtContent>
            </w:sdt>
            <w:r w:rsidR="00A65B97" w:rsidRPr="003F1519">
              <w:rPr>
                <w:bCs/>
                <w:szCs w:val="24"/>
                <w:lang w:eastAsia="en-GB"/>
              </w:rPr>
              <w:t xml:space="preserve"> </w:t>
            </w:r>
            <w:proofErr w:type="gramStart"/>
            <w:r w:rsidR="001A0074" w:rsidRPr="003F1519">
              <w:rPr>
                <w:bCs/>
                <w:szCs w:val="24"/>
                <w:lang w:eastAsia="en-GB"/>
              </w:rPr>
              <w:t>pays</w:t>
            </w:r>
            <w:proofErr w:type="gramEnd"/>
            <w:r w:rsidR="001A0074" w:rsidRPr="003F1519">
              <w:rPr>
                <w:bCs/>
                <w:szCs w:val="24"/>
                <w:lang w:eastAsia="en-GB"/>
              </w:rPr>
              <w:t xml:space="preserve"> AELE suivants</w:t>
            </w:r>
            <w:r w:rsidR="00377580" w:rsidRPr="003F1519">
              <w:rPr>
                <w:bCs/>
                <w:szCs w:val="24"/>
                <w:lang w:eastAsia="en-GB"/>
              </w:rPr>
              <w:t>:</w:t>
            </w:r>
          </w:p>
          <w:p w14:paraId="556FFC51" w14:textId="369BEB2C" w:rsidR="00377580" w:rsidRPr="003F1519" w:rsidRDefault="00377580" w:rsidP="00A65B97">
            <w:pPr>
              <w:tabs>
                <w:tab w:val="left" w:pos="426"/>
              </w:tabs>
              <w:ind w:left="1134"/>
              <w:contextualSpacing/>
              <w:rPr>
                <w:bCs/>
                <w:szCs w:val="24"/>
                <w:lang w:eastAsia="en-GB"/>
              </w:rPr>
            </w:pPr>
            <w:r w:rsidRPr="003F1519">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3F1519">
                  <w:rPr>
                    <w:rFonts w:ascii="MS Gothic" w:eastAsia="MS Gothic" w:hAnsi="MS Gothic"/>
                    <w:bCs/>
                    <w:szCs w:val="24"/>
                    <w:lang w:eastAsia="en-GB"/>
                  </w:rPr>
                  <w:t>☐</w:t>
                </w:r>
              </w:sdtContent>
            </w:sdt>
            <w:r w:rsidRPr="003F1519">
              <w:rPr>
                <w:bCs/>
                <w:szCs w:val="24"/>
                <w:lang w:eastAsia="en-GB"/>
              </w:rPr>
              <w:t xml:space="preserve"> I</w:t>
            </w:r>
            <w:r w:rsidR="001A0074" w:rsidRPr="003F1519">
              <w:rPr>
                <w:bCs/>
                <w:szCs w:val="24"/>
                <w:lang w:eastAsia="en-GB"/>
              </w:rPr>
              <w:t>s</w:t>
            </w:r>
            <w:r w:rsidRPr="003F1519">
              <w:rPr>
                <w:bCs/>
                <w:szCs w:val="24"/>
                <w:lang w:eastAsia="en-GB"/>
              </w:rPr>
              <w:t>land</w:t>
            </w:r>
            <w:r w:rsidR="001A0074" w:rsidRPr="003F1519">
              <w:rPr>
                <w:bCs/>
                <w:szCs w:val="24"/>
                <w:lang w:eastAsia="en-GB"/>
              </w:rPr>
              <w:t>e</w:t>
            </w:r>
            <w:r w:rsidRPr="003F1519">
              <w:rPr>
                <w:bCs/>
                <w:szCs w:val="24"/>
                <w:lang w:eastAsia="en-GB"/>
              </w:rPr>
              <w:t xml:space="preserve">   </w:t>
            </w:r>
            <w:sdt>
              <w:sdtPr>
                <w:rPr>
                  <w:bCs/>
                  <w:szCs w:val="24"/>
                  <w:lang w:eastAsia="en-GB"/>
                </w:rPr>
                <w:id w:val="2059970484"/>
                <w14:checkbox>
                  <w14:checked w14:val="0"/>
                  <w14:checkedState w14:val="2612" w14:font="MS Gothic"/>
                  <w14:uncheckedState w14:val="2610" w14:font="MS Gothic"/>
                </w14:checkbox>
              </w:sdtPr>
              <w:sdtEndPr/>
              <w:sdtContent>
                <w:r w:rsidRPr="003F1519">
                  <w:rPr>
                    <w:rFonts w:ascii="MS Gothic" w:eastAsia="MS Gothic" w:hAnsi="MS Gothic"/>
                    <w:bCs/>
                    <w:szCs w:val="24"/>
                    <w:lang w:eastAsia="en-GB"/>
                  </w:rPr>
                  <w:t>☐</w:t>
                </w:r>
              </w:sdtContent>
            </w:sdt>
            <w:r w:rsidRPr="003F1519">
              <w:rPr>
                <w:bCs/>
                <w:szCs w:val="24"/>
                <w:lang w:eastAsia="en-GB"/>
              </w:rPr>
              <w:t xml:space="preserve"> </w:t>
            </w:r>
            <w:r w:rsidR="00C518F5" w:rsidRPr="003F1519">
              <w:rPr>
                <w:bCs/>
                <w:szCs w:val="24"/>
                <w:lang w:eastAsia="en-GB"/>
              </w:rPr>
              <w:t>Liechtenstein</w:t>
            </w:r>
            <w:r w:rsidR="001D3EEC" w:rsidRPr="003F1519">
              <w:rPr>
                <w:bCs/>
                <w:szCs w:val="24"/>
                <w:lang w:eastAsia="en-GB"/>
              </w:rPr>
              <w:t xml:space="preserve">  </w:t>
            </w:r>
            <w:r w:rsidRPr="003F1519">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2841B7" w:rsidRPr="003F1519">
                  <w:rPr>
                    <w:rFonts w:ascii="MS Gothic" w:eastAsia="MS Gothic" w:hAnsi="MS Gothic"/>
                    <w:bCs/>
                    <w:szCs w:val="24"/>
                    <w:lang w:eastAsia="en-GB"/>
                  </w:rPr>
                  <w:t>☐</w:t>
                </w:r>
              </w:sdtContent>
            </w:sdt>
            <w:r w:rsidRPr="003F1519">
              <w:rPr>
                <w:bCs/>
                <w:szCs w:val="24"/>
                <w:lang w:eastAsia="en-GB"/>
              </w:rPr>
              <w:t xml:space="preserve"> </w:t>
            </w:r>
            <w:r w:rsidR="00C518F5" w:rsidRPr="003F1519">
              <w:rPr>
                <w:bCs/>
                <w:szCs w:val="24"/>
                <w:lang w:eastAsia="en-GB"/>
              </w:rPr>
              <w:t>Norvège</w:t>
            </w:r>
            <w:r w:rsidR="001D3EEC" w:rsidRPr="003F1519">
              <w:rPr>
                <w:bCs/>
                <w:szCs w:val="24"/>
                <w:lang w:eastAsia="en-GB"/>
              </w:rPr>
              <w:t xml:space="preserve">  </w:t>
            </w:r>
            <w:r w:rsidRPr="003F1519">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2841B7" w:rsidRPr="003F1519">
                  <w:rPr>
                    <w:rFonts w:ascii="MS Gothic" w:eastAsia="MS Gothic" w:hAnsi="MS Gothic"/>
                    <w:bCs/>
                    <w:szCs w:val="24"/>
                    <w:lang w:eastAsia="en-GB"/>
                  </w:rPr>
                  <w:t>☐</w:t>
                </w:r>
              </w:sdtContent>
            </w:sdt>
            <w:r w:rsidRPr="003F1519">
              <w:rPr>
                <w:bCs/>
                <w:szCs w:val="24"/>
                <w:lang w:eastAsia="en-GB"/>
              </w:rPr>
              <w:t xml:space="preserve"> S</w:t>
            </w:r>
            <w:r w:rsidR="001A0074" w:rsidRPr="003F1519">
              <w:rPr>
                <w:bCs/>
                <w:szCs w:val="24"/>
                <w:lang w:eastAsia="en-GB"/>
              </w:rPr>
              <w:t>uisse</w:t>
            </w:r>
          </w:p>
          <w:p w14:paraId="442F8A64" w14:textId="18008AF8" w:rsidR="00377580" w:rsidRPr="003F1519" w:rsidRDefault="000902A7" w:rsidP="00A65B97">
            <w:pPr>
              <w:tabs>
                <w:tab w:val="left" w:pos="426"/>
              </w:tabs>
              <w:ind w:left="567"/>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2841B7" w:rsidRPr="003F1519">
                  <w:rPr>
                    <w:rFonts w:ascii="MS Gothic" w:eastAsia="MS Gothic" w:hAnsi="MS Gothic"/>
                    <w:bCs/>
                    <w:szCs w:val="24"/>
                    <w:lang w:eastAsia="en-GB"/>
                  </w:rPr>
                  <w:t>☐</w:t>
                </w:r>
              </w:sdtContent>
            </w:sdt>
            <w:r w:rsidR="00A65B97" w:rsidRPr="003F1519">
              <w:rPr>
                <w:bCs/>
                <w:szCs w:val="24"/>
                <w:lang w:eastAsia="en-GB"/>
              </w:rPr>
              <w:t xml:space="preserve"> </w:t>
            </w:r>
            <w:proofErr w:type="gramStart"/>
            <w:r w:rsidR="001A0074" w:rsidRPr="003F1519">
              <w:rPr>
                <w:bCs/>
                <w:szCs w:val="24"/>
                <w:lang w:eastAsia="en-GB"/>
              </w:rPr>
              <w:t>pays</w:t>
            </w:r>
            <w:proofErr w:type="gramEnd"/>
            <w:r w:rsidR="001A0074" w:rsidRPr="003F1519">
              <w:rPr>
                <w:bCs/>
                <w:szCs w:val="24"/>
                <w:lang w:eastAsia="en-GB"/>
              </w:rPr>
              <w:t xml:space="preserve"> tiers suivants:</w:t>
            </w:r>
            <w:r w:rsidR="00377580" w:rsidRPr="003F1519">
              <w:rPr>
                <w:bCs/>
                <w:szCs w:val="24"/>
                <w:lang w:eastAsia="en-GB"/>
              </w:rPr>
              <w:t xml:space="preserve"> </w:t>
            </w:r>
            <w:sdt>
              <w:sdtPr>
                <w:rPr>
                  <w:bCs/>
                  <w:szCs w:val="24"/>
                  <w:lang w:eastAsia="en-GB"/>
                </w:rPr>
                <w:id w:val="-729996552"/>
                <w:placeholder>
                  <w:docPart w:val="C9BBE078305549AA8306CFFC9A24E30A"/>
                </w:placeholder>
                <w:showingPlcHdr/>
              </w:sdtPr>
              <w:sdtEndPr/>
              <w:sdtContent>
                <w:r w:rsidR="00377580" w:rsidRPr="003F1519">
                  <w:rPr>
                    <w:rStyle w:val="PlaceholderText"/>
                    <w:bCs/>
                  </w:rPr>
                  <w:t xml:space="preserve"> </w:t>
                </w:r>
                <w:r w:rsidR="00DC5C83" w:rsidRPr="003F1519">
                  <w:rPr>
                    <w:rStyle w:val="PlaceholderText"/>
                    <w:bCs/>
                  </w:rPr>
                  <w:t>…</w:t>
                </w:r>
                <w:r w:rsidR="00377580" w:rsidRPr="003F1519">
                  <w:rPr>
                    <w:rStyle w:val="PlaceholderText"/>
                    <w:bCs/>
                  </w:rPr>
                  <w:t xml:space="preserve">    </w:t>
                </w:r>
              </w:sdtContent>
            </w:sdt>
          </w:p>
          <w:p w14:paraId="77C548F6" w14:textId="1BBE49F2" w:rsidR="00377580" w:rsidRPr="003F1519" w:rsidRDefault="000902A7" w:rsidP="00A65B97">
            <w:pPr>
              <w:tabs>
                <w:tab w:val="left" w:pos="426"/>
              </w:tabs>
              <w:ind w:left="567"/>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841B7" w:rsidRPr="003F1519">
                  <w:rPr>
                    <w:rFonts w:ascii="MS Gothic" w:eastAsia="MS Gothic" w:hAnsi="MS Gothic"/>
                    <w:bCs/>
                    <w:szCs w:val="24"/>
                    <w:lang w:eastAsia="en-GB"/>
                  </w:rPr>
                  <w:t>☐</w:t>
                </w:r>
              </w:sdtContent>
            </w:sdt>
            <w:r w:rsidR="00A65B97" w:rsidRPr="003F1519">
              <w:rPr>
                <w:bCs/>
                <w:szCs w:val="24"/>
                <w:lang w:eastAsia="en-GB"/>
              </w:rPr>
              <w:t xml:space="preserve"> </w:t>
            </w:r>
            <w:proofErr w:type="gramStart"/>
            <w:r w:rsidR="001A0074" w:rsidRPr="003F1519">
              <w:rPr>
                <w:bCs/>
                <w:szCs w:val="24"/>
                <w:lang w:eastAsia="en-GB"/>
              </w:rPr>
              <w:t>organisations</w:t>
            </w:r>
            <w:proofErr w:type="gramEnd"/>
            <w:r w:rsidR="001A0074" w:rsidRPr="003F1519">
              <w:rPr>
                <w:bCs/>
                <w:szCs w:val="24"/>
                <w:lang w:eastAsia="en-GB"/>
              </w:rPr>
              <w:t xml:space="preserve"> intergouvernementales suivantes: </w:t>
            </w:r>
            <w:sdt>
              <w:sdtPr>
                <w:rPr>
                  <w:bCs/>
                  <w:szCs w:val="24"/>
                  <w:lang w:eastAsia="en-GB"/>
                </w:rPr>
                <w:id w:val="2045088807"/>
                <w:placeholder>
                  <w:docPart w:val="D4CF99CCBFBD4482AC69B080E182EC06"/>
                </w:placeholder>
                <w:showingPlcHdr/>
              </w:sdtPr>
              <w:sdtEndPr/>
              <w:sdtContent>
                <w:r w:rsidR="002841B7" w:rsidRPr="00BF3AEB">
                  <w:rPr>
                    <w:rStyle w:val="PlaceholderText"/>
                  </w:rPr>
                  <w:t xml:space="preserve"> </w:t>
                </w:r>
                <w:r w:rsidR="00DC5C83" w:rsidRPr="00BF3AEB">
                  <w:rPr>
                    <w:rStyle w:val="PlaceholderText"/>
                  </w:rPr>
                  <w:t>…</w:t>
                </w:r>
                <w:r w:rsidR="002841B7" w:rsidRPr="00BF3AEB">
                  <w:rPr>
                    <w:rStyle w:val="PlaceholderText"/>
                  </w:rPr>
                  <w:t xml:space="preserve">    </w:t>
                </w:r>
              </w:sdtContent>
            </w:sdt>
          </w:p>
          <w:p w14:paraId="2B5ABBA0" w14:textId="4BC31A13" w:rsidR="00A65B97" w:rsidRPr="003F1519" w:rsidRDefault="00A65B97" w:rsidP="00A65B97">
            <w:pPr>
              <w:tabs>
                <w:tab w:val="left" w:pos="426"/>
              </w:tabs>
              <w:rPr>
                <w:bCs/>
                <w:szCs w:val="24"/>
                <w:lang w:eastAsia="en-GB"/>
              </w:rPr>
            </w:pPr>
            <w:r w:rsidRPr="003F1519">
              <w:rPr>
                <w:bCs/>
                <w:lang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BF3AEB" w14:paraId="377A2509" w14:textId="77777777" w:rsidTr="00DE0E7F">
        <w:tc>
          <w:tcPr>
            <w:tcW w:w="3111" w:type="dxa"/>
          </w:tcPr>
          <w:p w14:paraId="296D5EDE" w14:textId="5F090CB6" w:rsidR="00E850B7" w:rsidRPr="003F1519" w:rsidRDefault="00A65B97" w:rsidP="00DE0E7F">
            <w:pPr>
              <w:tabs>
                <w:tab w:val="left" w:pos="426"/>
              </w:tabs>
              <w:spacing w:before="180"/>
              <w:rPr>
                <w:bCs/>
                <w:lang w:eastAsia="en-GB"/>
              </w:rPr>
            </w:pPr>
            <w:r w:rsidRPr="003F1519">
              <w:rPr>
                <w:bCs/>
                <w:lang w:eastAsia="en-GB"/>
              </w:rPr>
              <w:t>Délai des candidatures</w:t>
            </w:r>
          </w:p>
        </w:tc>
        <w:tc>
          <w:tcPr>
            <w:tcW w:w="5491" w:type="dxa"/>
          </w:tcPr>
          <w:p w14:paraId="35A2EEC2" w14:textId="44EBF2D6" w:rsidR="00E850B7" w:rsidRPr="003F1519" w:rsidRDefault="00E850B7" w:rsidP="00DE0E7F">
            <w:pPr>
              <w:tabs>
                <w:tab w:val="left" w:pos="426"/>
              </w:tabs>
              <w:spacing w:before="120" w:after="120"/>
              <w:rPr>
                <w:bCs/>
                <w:szCs w:val="24"/>
                <w:lang w:eastAsia="en-GB"/>
              </w:rPr>
            </w:pPr>
            <w:r w:rsidRPr="003F1519">
              <w:rPr>
                <w:bCs/>
                <w:lang w:eastAsia="en-GB"/>
              </w:rPr>
              <w:object w:dxaOrig="1440" w:dyaOrig="1440" w14:anchorId="4F9AA0C1">
                <v:shape id="_x0000_i1045" type="#_x0000_t75" style="width:108pt;height:21.75pt" o:ole="">
                  <v:imagedata r:id="rId22" o:title=""/>
                </v:shape>
                <w:control r:id="rId23" w:name="OptionButton2" w:shapeid="_x0000_i1045"/>
              </w:object>
            </w:r>
            <w:r w:rsidRPr="003F1519">
              <w:rPr>
                <w:bCs/>
                <w:lang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6B163BFB" w:rsidR="006B47B6" w:rsidRPr="003F1519" w:rsidRDefault="00BF389A" w:rsidP="00DE0E7F">
            <w:pPr>
              <w:tabs>
                <w:tab w:val="left" w:pos="426"/>
              </w:tabs>
              <w:spacing w:before="120" w:after="120"/>
              <w:rPr>
                <w:bCs/>
                <w:lang w:eastAsia="en-GB"/>
              </w:rPr>
            </w:pPr>
            <w:r w:rsidRPr="003F1519">
              <w:rPr>
                <w:bCs/>
                <w:lang w:eastAsia="en-GB"/>
              </w:rPr>
              <w:t xml:space="preserve">Date limite pour </w:t>
            </w:r>
            <w:proofErr w:type="gramStart"/>
            <w:r w:rsidRPr="003F1519">
              <w:rPr>
                <w:bCs/>
                <w:lang w:eastAsia="en-GB"/>
              </w:rPr>
              <w:t>postuler:</w:t>
            </w:r>
            <w:proofErr w:type="gramEnd"/>
            <w:r w:rsidRPr="003F1519">
              <w:rPr>
                <w:bCs/>
                <w:lang w:eastAsia="en-GB"/>
              </w:rPr>
              <w:t xml:space="preserve"> </w:t>
            </w:r>
            <w:sdt>
              <w:sdtPr>
                <w:rPr>
                  <w:bCs/>
                  <w:lang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247026" w:rsidRPr="003F1519">
                  <w:rPr>
                    <w:bCs/>
                    <w:lang w:eastAsia="en-GB"/>
                  </w:rPr>
                  <w:t>27-10-2025</w:t>
                </w:r>
              </w:sdtContent>
            </w:sdt>
          </w:p>
        </w:tc>
      </w:tr>
    </w:tbl>
    <w:p w14:paraId="64E3B7F7" w14:textId="4ACBF2E8" w:rsidR="00E850B7" w:rsidRPr="003F1519" w:rsidRDefault="00E850B7" w:rsidP="00377580">
      <w:pPr>
        <w:rPr>
          <w:b/>
          <w:bCs/>
          <w:lang w:eastAsia="en-GB"/>
        </w:rPr>
      </w:pPr>
    </w:p>
    <w:p w14:paraId="56FF37FF" w14:textId="7820A366" w:rsidR="001A0074" w:rsidRPr="003F1519" w:rsidRDefault="00B31DC8" w:rsidP="001A0074">
      <w:pPr>
        <w:pStyle w:val="ListNumber"/>
        <w:numPr>
          <w:ilvl w:val="0"/>
          <w:numId w:val="0"/>
        </w:numPr>
        <w:ind w:left="709" w:hanging="709"/>
        <w:rPr>
          <w:lang w:eastAsia="en-GB"/>
        </w:rPr>
      </w:pPr>
      <w:r w:rsidRPr="003F1519">
        <w:rPr>
          <w:b/>
          <w:bCs/>
          <w:lang w:eastAsia="en-GB"/>
        </w:rPr>
        <w:t>Présentation de l</w:t>
      </w:r>
      <w:r w:rsidR="006F23BA" w:rsidRPr="003F1519">
        <w:rPr>
          <w:b/>
          <w:bCs/>
          <w:lang w:eastAsia="en-GB"/>
        </w:rPr>
        <w:t>’</w:t>
      </w:r>
      <w:r w:rsidRPr="003F1519">
        <w:rPr>
          <w:b/>
          <w:bCs/>
          <w:lang w:eastAsia="en-GB"/>
        </w:rPr>
        <w:t>entité (nous sommes)</w:t>
      </w:r>
    </w:p>
    <w:sdt>
      <w:sdtPr>
        <w:rPr>
          <w:lang w:eastAsia="en-GB"/>
        </w:rPr>
        <w:id w:val="1822233941"/>
        <w:placeholder>
          <w:docPart w:val="502342290B3541ABA4032C2AA949ADE4"/>
        </w:placeholder>
      </w:sdtPr>
      <w:sdtEndPr/>
      <w:sdtContent>
        <w:p w14:paraId="217B8D49" w14:textId="00BDDE38" w:rsidR="00C405D3" w:rsidRPr="00BF3AEB" w:rsidRDefault="00C405D3" w:rsidP="00C405D3">
          <w:pPr>
            <w:spacing w:after="160" w:line="278" w:lineRule="auto"/>
          </w:pPr>
          <w:r w:rsidRPr="00BF3AEB">
            <w:t xml:space="preserve">La Direction générale de la communication (DG COMM) est le service de communication institutionnelle placé sous la responsabilité </w:t>
          </w:r>
          <w:r w:rsidR="00CF7C39" w:rsidRPr="00BF3AEB">
            <w:t xml:space="preserve">de la </w:t>
          </w:r>
          <w:r w:rsidR="00112073" w:rsidRPr="00BF3AEB">
            <w:t>p</w:t>
          </w:r>
          <w:r w:rsidRPr="00BF3AEB">
            <w:t>résident</w:t>
          </w:r>
          <w:r w:rsidR="00CF7C39" w:rsidRPr="00BF3AEB">
            <w:t>e</w:t>
          </w:r>
          <w:r w:rsidRPr="00BF3AEB">
            <w:t xml:space="preserve"> de la Commission européenne. Elle promeut et soutient les priorités politiques de la Commission et contribue à rapprocher l’Europe de ses citoyens.</w:t>
          </w:r>
        </w:p>
        <w:p w14:paraId="4BBA1B19" w14:textId="6BD1F2DB" w:rsidR="00C405D3" w:rsidRPr="00BF3AEB" w:rsidRDefault="00C405D3" w:rsidP="00C405D3">
          <w:pPr>
            <w:spacing w:after="160" w:line="278" w:lineRule="auto"/>
          </w:pPr>
          <w:r w:rsidRPr="00BF3AEB">
            <w:lastRenderedPageBreak/>
            <w:t>La DG COMM comprend notamment le service du porte-parole, les représentations de la Commission dans les États membres, une direction de la communication politique ainsi qu’une direction de la stratégie et de la communication institutionnelle. Elle est également responsable pour la communication externe au sein de la Commission et fournit à ce titre orientation et conseils aux autres directions générales.</w:t>
          </w:r>
        </w:p>
        <w:p w14:paraId="66C45B2E" w14:textId="1A1A63B1" w:rsidR="00C405D3" w:rsidRPr="00BF3AEB" w:rsidRDefault="00C405D3" w:rsidP="00C405D3">
          <w:pPr>
            <w:spacing w:after="160" w:line="278" w:lineRule="auto"/>
          </w:pPr>
          <w:r w:rsidRPr="00BF3AEB">
            <w:t xml:space="preserve">La Commission a créé une </w:t>
          </w:r>
          <w:r w:rsidR="000902A7">
            <w:t>« </w:t>
          </w:r>
          <w:proofErr w:type="spellStart"/>
          <w:r w:rsidRPr="00BF3AEB">
            <w:t>task</w:t>
          </w:r>
          <w:proofErr w:type="spellEnd"/>
          <w:r w:rsidRPr="00BF3AEB">
            <w:t xml:space="preserve"> force</w:t>
          </w:r>
          <w:r w:rsidR="000902A7">
            <w:t> »</w:t>
          </w:r>
          <w:r w:rsidRPr="00BF3AEB">
            <w:t xml:space="preserve"> temporaire dédiée à la communication stratégique et à la lutte contre la manipulation de l’information, qui a </w:t>
          </w:r>
          <w:r w:rsidR="000902A7" w:rsidRPr="000902A7">
            <w:t xml:space="preserve">débuté </w:t>
          </w:r>
          <w:r w:rsidRPr="00BF3AEB">
            <w:t xml:space="preserve">ses travaux le 1er février 2025. Cette </w:t>
          </w:r>
          <w:r w:rsidR="000902A7">
            <w:t>« </w:t>
          </w:r>
          <w:proofErr w:type="spellStart"/>
          <w:r w:rsidRPr="00BF3AEB">
            <w:t>task</w:t>
          </w:r>
          <w:proofErr w:type="spellEnd"/>
          <w:r w:rsidRPr="00BF3AEB">
            <w:t xml:space="preserve"> force</w:t>
          </w:r>
          <w:r w:rsidR="000902A7">
            <w:t> »</w:t>
          </w:r>
          <w:r w:rsidRPr="00BF3AEB">
            <w:t xml:space="preserve"> est rattachée à la DG COMM pour la durée du mandat actuel de la Commission</w:t>
          </w:r>
          <w:r w:rsidR="00847B4F" w:rsidRPr="00BF3AEB">
            <w:t xml:space="preserve"> et a le</w:t>
          </w:r>
          <w:r w:rsidRPr="00BF3AEB">
            <w:t xml:space="preserve"> mandat clair</w:t>
          </w:r>
          <w:r w:rsidR="00334CB6" w:rsidRPr="00BF3AEB">
            <w:t xml:space="preserve"> </w:t>
          </w:r>
          <w:r w:rsidR="00847B4F" w:rsidRPr="00BF3AEB">
            <w:t>de</w:t>
          </w:r>
          <w:r w:rsidRPr="00BF3AEB">
            <w:t xml:space="preserve"> :</w:t>
          </w:r>
        </w:p>
        <w:p w14:paraId="15EAE5D4" w14:textId="1E161579" w:rsidR="00C405D3" w:rsidRPr="00BF3AEB" w:rsidRDefault="00C405D3" w:rsidP="008E004C">
          <w:pPr>
            <w:numPr>
              <w:ilvl w:val="0"/>
              <w:numId w:val="26"/>
            </w:numPr>
            <w:spacing w:after="160" w:line="278" w:lineRule="auto"/>
          </w:pPr>
          <w:proofErr w:type="gramStart"/>
          <w:r w:rsidRPr="00BF3AEB">
            <w:t>développer</w:t>
          </w:r>
          <w:proofErr w:type="gramEnd"/>
          <w:r w:rsidRPr="00BF3AEB">
            <w:t xml:space="preserve"> </w:t>
          </w:r>
          <w:r w:rsidR="0033761C" w:rsidRPr="00BF3AEB">
            <w:t xml:space="preserve">l’analyse partagée de la situation </w:t>
          </w:r>
          <w:r w:rsidR="00C525B0" w:rsidRPr="00BF3AEB">
            <w:t xml:space="preserve">à l'égard </w:t>
          </w:r>
          <w:r w:rsidR="001D05D5" w:rsidRPr="00BF3AEB">
            <w:t>de la manipulation de l’information et</w:t>
          </w:r>
          <w:r w:rsidR="001D05D5" w:rsidRPr="00BF3AEB" w:rsidDel="001F5A7C">
            <w:t xml:space="preserve"> </w:t>
          </w:r>
          <w:r w:rsidR="00EE00FB" w:rsidRPr="00BF3AEB">
            <w:t>l’ingérence étrangère</w:t>
          </w:r>
          <w:r w:rsidR="00BD7279" w:rsidRPr="00BF3AEB">
            <w:t xml:space="preserve"> (</w:t>
          </w:r>
          <w:proofErr w:type="spellStart"/>
          <w:r w:rsidR="00680255" w:rsidRPr="00BF3AEB">
            <w:t>Foreign</w:t>
          </w:r>
          <w:proofErr w:type="spellEnd"/>
          <w:r w:rsidR="00680255" w:rsidRPr="00BF3AEB">
            <w:t xml:space="preserve"> Information Manipulation and </w:t>
          </w:r>
          <w:proofErr w:type="spellStart"/>
          <w:r w:rsidR="00680255" w:rsidRPr="00BF3AEB">
            <w:t>Interference</w:t>
          </w:r>
          <w:proofErr w:type="spellEnd"/>
          <w:r w:rsidR="00680255" w:rsidRPr="00BF3AEB">
            <w:t xml:space="preserve"> - FIMI</w:t>
          </w:r>
          <w:r w:rsidR="00BD7279" w:rsidRPr="00BF3AEB">
            <w:t>)</w:t>
          </w:r>
          <w:r w:rsidR="00EE00FB" w:rsidRPr="00BF3AEB" w:rsidDel="001F5A7C">
            <w:t xml:space="preserve"> </w:t>
          </w:r>
          <w:r w:rsidRPr="00BF3AEB">
            <w:t>ainsi que de désinformation</w:t>
          </w:r>
          <w:r w:rsidR="001328F7" w:rsidRPr="00BF3AEB">
            <w:t xml:space="preserve"> concernant les politiques de l’UE</w:t>
          </w:r>
          <w:r w:rsidRPr="00BF3AEB">
            <w:t xml:space="preserve">, grâce </w:t>
          </w:r>
          <w:r w:rsidR="002E3B6E" w:rsidRPr="00BF3AEB">
            <w:t>au monitoring</w:t>
          </w:r>
          <w:r w:rsidRPr="00BF3AEB">
            <w:t xml:space="preserve">, la détection et l’analyse de sources ouvertes </w:t>
          </w:r>
          <w:r w:rsidR="001328F7" w:rsidRPr="00BF3AEB">
            <w:t>.</w:t>
          </w:r>
        </w:p>
        <w:p w14:paraId="6F7FC1FE" w14:textId="7C63DC24" w:rsidR="00C405D3" w:rsidRPr="00BF3AEB" w:rsidRDefault="00C405D3" w:rsidP="008E004C">
          <w:pPr>
            <w:numPr>
              <w:ilvl w:val="0"/>
              <w:numId w:val="26"/>
            </w:numPr>
            <w:spacing w:after="160" w:line="278" w:lineRule="auto"/>
          </w:pPr>
          <w:proofErr w:type="gramStart"/>
          <w:r w:rsidRPr="00BF3AEB">
            <w:t>renforcer</w:t>
          </w:r>
          <w:proofErr w:type="gramEnd"/>
          <w:r w:rsidRPr="00BF3AEB">
            <w:t xml:space="preserve"> les réponses en matière de communication stratégique et de sensibilisation, tout en appuyant les actions de la Commission en matière </w:t>
          </w:r>
          <w:r w:rsidR="006032F6" w:rsidRPr="00BF3AEB">
            <w:t>d</w:t>
          </w:r>
          <w:r w:rsidR="008F0E62" w:rsidRPr="00BF3AEB">
            <w:t>’</w:t>
          </w:r>
          <w:r w:rsidR="007D6284" w:rsidRPr="00BF3AEB">
            <w:t xml:space="preserve"> éducation aux médias et à l'information</w:t>
          </w:r>
          <w:r w:rsidRPr="00BF3AEB">
            <w:t xml:space="preserve"> ainsi que de renforcement de la résilience</w:t>
          </w:r>
          <w:r w:rsidR="00637D64" w:rsidRPr="00BF3AEB">
            <w:t xml:space="preserve"> sociétale</w:t>
          </w:r>
          <w:r w:rsidRPr="00BF3AEB">
            <w:t>,</w:t>
          </w:r>
        </w:p>
        <w:p w14:paraId="13420E29" w14:textId="34F26948" w:rsidR="00C405D3" w:rsidRPr="00BF3AEB" w:rsidRDefault="00C405D3" w:rsidP="008E004C">
          <w:pPr>
            <w:numPr>
              <w:ilvl w:val="0"/>
              <w:numId w:val="26"/>
            </w:numPr>
            <w:spacing w:after="160" w:line="278" w:lineRule="auto"/>
          </w:pPr>
          <w:proofErr w:type="gramStart"/>
          <w:r w:rsidRPr="00BF3AEB">
            <w:t>assurer</w:t>
          </w:r>
          <w:proofErr w:type="gramEnd"/>
          <w:r w:rsidRPr="00BF3AEB">
            <w:t xml:space="preserve"> la coordination et la cohérence globale des politiques de la Commission pour lutter contre la</w:t>
          </w:r>
          <w:r w:rsidR="0087785F" w:rsidRPr="00BF3AEB">
            <w:t xml:space="preserve"> </w:t>
          </w:r>
          <w:r w:rsidR="00546E18" w:rsidRPr="00BF3AEB">
            <w:t xml:space="preserve">manipulation de l’information </w:t>
          </w:r>
          <w:r w:rsidRPr="00BF3AEB">
            <w:t>.</w:t>
          </w:r>
        </w:p>
        <w:p w14:paraId="18140A21" w14:textId="38B26024" w:rsidR="001A0074" w:rsidRPr="00BF3AEB" w:rsidRDefault="00C405D3" w:rsidP="00C405D3">
          <w:pPr>
            <w:spacing w:after="160" w:line="278" w:lineRule="auto"/>
          </w:pPr>
          <w:r w:rsidRPr="00BF3AEB">
            <w:t xml:space="preserve">La </w:t>
          </w:r>
          <w:r w:rsidR="000902A7">
            <w:t>« </w:t>
          </w:r>
          <w:proofErr w:type="spellStart"/>
          <w:r w:rsidRPr="00BF3AEB">
            <w:t>task</w:t>
          </w:r>
          <w:proofErr w:type="spellEnd"/>
          <w:r w:rsidRPr="00BF3AEB">
            <w:t xml:space="preserve"> force</w:t>
          </w:r>
          <w:r w:rsidR="000902A7">
            <w:t> »</w:t>
          </w:r>
          <w:r w:rsidR="00D077DE" w:rsidRPr="00BF3AEB">
            <w:t>, en coordination avec le Service européen pour l’action extérieure (SEAE),</w:t>
          </w:r>
          <w:r w:rsidRPr="00BF3AEB">
            <w:t xml:space="preserve"> coopère étroitement avec les services compétents des autres institutions, organes et </w:t>
          </w:r>
          <w:r w:rsidR="00E879F0" w:rsidRPr="00BF3AEB">
            <w:t xml:space="preserve">organismes </w:t>
          </w:r>
          <w:r w:rsidRPr="00BF3AEB">
            <w:t xml:space="preserve">de l’UE, avec les États membres, les organisations internationales et </w:t>
          </w:r>
          <w:r w:rsidR="00D077DE" w:rsidRPr="00BF3AEB">
            <w:t xml:space="preserve">d’autres </w:t>
          </w:r>
          <w:r w:rsidRPr="00BF3AEB">
            <w:t>partenaires. Elle interagit également avec d’autres parties prenantes aux niveaux européen, national et local.</w:t>
          </w:r>
        </w:p>
      </w:sdtContent>
    </w:sdt>
    <w:p w14:paraId="30B422AA" w14:textId="77777777" w:rsidR="00301CA3" w:rsidRPr="003F1519" w:rsidRDefault="00301CA3" w:rsidP="001A0074">
      <w:pPr>
        <w:rPr>
          <w:b/>
          <w:bCs/>
          <w:lang w:eastAsia="en-GB"/>
        </w:rPr>
      </w:pPr>
    </w:p>
    <w:p w14:paraId="28AD0173" w14:textId="2B27CB6F" w:rsidR="00B31DC8" w:rsidRPr="003F1519" w:rsidRDefault="00B31DC8" w:rsidP="001A0074">
      <w:pPr>
        <w:rPr>
          <w:lang w:eastAsia="en-GB"/>
        </w:rPr>
      </w:pPr>
      <w:r w:rsidRPr="003F1519">
        <w:rPr>
          <w:b/>
          <w:bCs/>
          <w:lang w:eastAsia="en-GB"/>
        </w:rPr>
        <w:t>Présentation du poste (nous proposons)</w:t>
      </w:r>
    </w:p>
    <w:sdt>
      <w:sdtPr>
        <w:rPr>
          <w:lang w:eastAsia="en-GB"/>
        </w:rPr>
        <w:id w:val="-723136291"/>
        <w:placeholder>
          <w:docPart w:val="43375E7FB7294216B3B48CC222A08C2F"/>
        </w:placeholder>
      </w:sdtPr>
      <w:sdtEndPr/>
      <w:sdtContent>
        <w:p w14:paraId="6503E0A4" w14:textId="01034B1E" w:rsidR="00C405D3" w:rsidRPr="003F1519" w:rsidRDefault="00C405D3" w:rsidP="00C405D3">
          <w:pPr>
            <w:rPr>
              <w:lang w:eastAsia="en-GB"/>
            </w:rPr>
          </w:pPr>
          <w:r w:rsidRPr="003F1519">
            <w:rPr>
              <w:lang w:eastAsia="en-GB"/>
            </w:rPr>
            <w:t xml:space="preserve">Un poste d’agent d’information et de communication – </w:t>
          </w:r>
          <w:proofErr w:type="spellStart"/>
          <w:r w:rsidR="000902A7" w:rsidRPr="000902A7">
            <w:rPr>
              <w:lang w:eastAsia="en-GB"/>
            </w:rPr>
            <w:t>Expert.e</w:t>
          </w:r>
          <w:proofErr w:type="spellEnd"/>
          <w:r w:rsidR="000902A7" w:rsidRPr="000902A7">
            <w:rPr>
              <w:lang w:eastAsia="en-GB"/>
            </w:rPr>
            <w:t xml:space="preserve"> </w:t>
          </w:r>
          <w:proofErr w:type="spellStart"/>
          <w:proofErr w:type="gramStart"/>
          <w:r w:rsidR="000902A7" w:rsidRPr="000902A7">
            <w:rPr>
              <w:lang w:eastAsia="en-GB"/>
            </w:rPr>
            <w:t>national.e</w:t>
          </w:r>
          <w:proofErr w:type="spellEnd"/>
          <w:proofErr w:type="gramEnd"/>
          <w:r w:rsidR="000902A7" w:rsidRPr="000902A7">
            <w:rPr>
              <w:lang w:eastAsia="en-GB"/>
            </w:rPr>
            <w:t xml:space="preserve"> </w:t>
          </w:r>
          <w:proofErr w:type="spellStart"/>
          <w:r w:rsidR="000902A7" w:rsidRPr="000902A7">
            <w:rPr>
              <w:lang w:eastAsia="en-GB"/>
            </w:rPr>
            <w:t>détaché.e</w:t>
          </w:r>
          <w:proofErr w:type="spellEnd"/>
          <w:r w:rsidR="000902A7" w:rsidRPr="000902A7">
            <w:rPr>
              <w:lang w:eastAsia="en-GB"/>
            </w:rPr>
            <w:t xml:space="preserve"> (END) auprès de la Commission européenne – dont le rôle sera </w:t>
          </w:r>
          <w:r w:rsidR="000421C8" w:rsidRPr="003F1519">
            <w:rPr>
              <w:lang w:eastAsia="en-GB"/>
            </w:rPr>
            <w:t xml:space="preserve"> </w:t>
          </w:r>
          <w:r w:rsidR="002A7A58" w:rsidRPr="003F1519">
            <w:rPr>
              <w:lang w:eastAsia="en-GB"/>
            </w:rPr>
            <w:t>centr</w:t>
          </w:r>
          <w:r w:rsidR="002A7A58" w:rsidRPr="00BF3AEB">
            <w:t>é</w:t>
          </w:r>
          <w:r w:rsidRPr="003F1519">
            <w:rPr>
              <w:lang w:eastAsia="en-GB"/>
            </w:rPr>
            <w:t xml:space="preserve"> sur le renforcement de la résilience et </w:t>
          </w:r>
          <w:r w:rsidR="005376C7" w:rsidRPr="003F1519">
            <w:rPr>
              <w:lang w:eastAsia="en-GB"/>
            </w:rPr>
            <w:t xml:space="preserve">de </w:t>
          </w:r>
          <w:r w:rsidRPr="003F1519">
            <w:rPr>
              <w:lang w:eastAsia="en-GB"/>
            </w:rPr>
            <w:t>la préparation face à la</w:t>
          </w:r>
          <w:r w:rsidR="000421C8" w:rsidRPr="003F1519">
            <w:rPr>
              <w:lang w:eastAsia="en-GB"/>
            </w:rPr>
            <w:t xml:space="preserve"> </w:t>
          </w:r>
          <w:r w:rsidR="00487237" w:rsidRPr="00BF3AEB">
            <w:t>manipulation de l’information et</w:t>
          </w:r>
          <w:r w:rsidR="00487237" w:rsidRPr="00BF3AEB" w:rsidDel="001F5A7C">
            <w:t xml:space="preserve"> </w:t>
          </w:r>
          <w:r w:rsidR="00487237" w:rsidRPr="00BF3AEB">
            <w:t>l’ingérence étrangère</w:t>
          </w:r>
          <w:r w:rsidR="00487237" w:rsidRPr="00BF3AEB" w:rsidDel="001F5A7C">
            <w:t xml:space="preserve"> </w:t>
          </w:r>
          <w:r w:rsidR="00487237" w:rsidRPr="00BF3AEB">
            <w:t>ainsi que de</w:t>
          </w:r>
          <w:r w:rsidR="005376C7" w:rsidRPr="00BF3AEB">
            <w:t xml:space="preserve"> la</w:t>
          </w:r>
          <w:r w:rsidR="00487237" w:rsidRPr="00BF3AEB">
            <w:t xml:space="preserve"> désinformation concernant les politiques de l’UE</w:t>
          </w:r>
          <w:r w:rsidRPr="003F1519">
            <w:rPr>
              <w:lang w:eastAsia="en-GB"/>
            </w:rPr>
            <w:t>.</w:t>
          </w:r>
        </w:p>
        <w:p w14:paraId="60CDCDF1" w14:textId="73E3DA07" w:rsidR="00C405D3" w:rsidRPr="003F1519" w:rsidRDefault="0024052B" w:rsidP="00C405D3">
          <w:pPr>
            <w:rPr>
              <w:lang w:eastAsia="en-GB"/>
            </w:rPr>
          </w:pPr>
          <w:r w:rsidRPr="003F1519">
            <w:rPr>
              <w:lang w:eastAsia="en-GB"/>
            </w:rPr>
            <w:t>Plus précisément, l</w:t>
          </w:r>
          <w:r w:rsidR="00C405D3" w:rsidRPr="003F1519">
            <w:rPr>
              <w:lang w:eastAsia="en-GB"/>
            </w:rPr>
            <w:t xml:space="preserve">es principales responsabilités </w:t>
          </w:r>
          <w:r w:rsidRPr="003F1519">
            <w:rPr>
              <w:lang w:eastAsia="en-GB"/>
            </w:rPr>
            <w:t>seront</w:t>
          </w:r>
          <w:r w:rsidR="00C405D3" w:rsidRPr="003F1519">
            <w:rPr>
              <w:lang w:eastAsia="en-GB"/>
            </w:rPr>
            <w:t xml:space="preserve"> :</w:t>
          </w:r>
        </w:p>
        <w:p w14:paraId="526272A3" w14:textId="5D4F0050" w:rsidR="00C405D3" w:rsidRPr="003F1519" w:rsidRDefault="00C405D3" w:rsidP="00C405D3">
          <w:pPr>
            <w:rPr>
              <w:lang w:eastAsia="en-GB"/>
            </w:rPr>
          </w:pPr>
          <w:r w:rsidRPr="003F1519">
            <w:rPr>
              <w:lang w:eastAsia="en-GB"/>
            </w:rPr>
            <w:t>•</w:t>
          </w:r>
          <w:r w:rsidRPr="003F1519">
            <w:rPr>
              <w:lang w:eastAsia="en-GB"/>
            </w:rPr>
            <w:tab/>
          </w:r>
          <w:r w:rsidR="0024052B" w:rsidRPr="003F1519">
            <w:rPr>
              <w:lang w:eastAsia="en-GB"/>
            </w:rPr>
            <w:t>d’</w:t>
          </w:r>
          <w:r w:rsidRPr="003F1519">
            <w:rPr>
              <w:lang w:eastAsia="en-GB"/>
            </w:rPr>
            <w:t xml:space="preserve">élaborer des stratégies, des </w:t>
          </w:r>
          <w:r w:rsidR="00805685" w:rsidRPr="003F1519">
            <w:rPr>
              <w:lang w:eastAsia="en-GB"/>
            </w:rPr>
            <w:t xml:space="preserve">guides pratiques </w:t>
          </w:r>
          <w:r w:rsidR="00ED50DA" w:rsidRPr="003F1519">
            <w:rPr>
              <w:lang w:eastAsia="en-GB"/>
            </w:rPr>
            <w:t>et</w:t>
          </w:r>
          <w:r w:rsidRPr="003F1519">
            <w:rPr>
              <w:lang w:eastAsia="en-GB"/>
            </w:rPr>
            <w:t xml:space="preserve"> lignes directrices</w:t>
          </w:r>
          <w:r w:rsidR="00ED50DA" w:rsidRPr="003F1519">
            <w:rPr>
              <w:lang w:eastAsia="en-GB"/>
            </w:rPr>
            <w:t>,</w:t>
          </w:r>
          <w:r w:rsidRPr="003F1519">
            <w:rPr>
              <w:lang w:eastAsia="en-GB"/>
            </w:rPr>
            <w:t xml:space="preserve"> et des actions de communication (par exemple campagnes) visant à renforcer les capacités et la résilience sociétales face à la désinformation, ainsi que des initiatives en matière de compétences numériques et </w:t>
          </w:r>
          <w:r w:rsidR="00431438" w:rsidRPr="003F1519">
            <w:rPr>
              <w:lang w:eastAsia="en-GB"/>
            </w:rPr>
            <w:t>d’</w:t>
          </w:r>
          <w:r w:rsidR="00431438" w:rsidRPr="00BF3AEB">
            <w:t>éducation aux médias et à l'information</w:t>
          </w:r>
          <w:r w:rsidRPr="003F1519">
            <w:rPr>
              <w:lang w:eastAsia="en-GB"/>
            </w:rPr>
            <w:t>,</w:t>
          </w:r>
        </w:p>
        <w:p w14:paraId="25D4BA1F" w14:textId="3A78BCA6" w:rsidR="00C405D3" w:rsidRPr="003F1519" w:rsidRDefault="00C405D3" w:rsidP="00C405D3">
          <w:pPr>
            <w:rPr>
              <w:lang w:eastAsia="en-GB"/>
            </w:rPr>
          </w:pPr>
          <w:r w:rsidRPr="003F1519">
            <w:rPr>
              <w:lang w:eastAsia="en-GB"/>
            </w:rPr>
            <w:t>•</w:t>
          </w:r>
          <w:r w:rsidRPr="003F1519">
            <w:rPr>
              <w:lang w:eastAsia="en-GB"/>
            </w:rPr>
            <w:tab/>
          </w:r>
          <w:r w:rsidR="0024052B" w:rsidRPr="003F1519">
            <w:rPr>
              <w:lang w:eastAsia="en-GB"/>
            </w:rPr>
            <w:t xml:space="preserve">de </w:t>
          </w:r>
          <w:r w:rsidRPr="003F1519">
            <w:rPr>
              <w:lang w:eastAsia="en-GB"/>
            </w:rPr>
            <w:t>conseiller les directions générales et les représentations de la Commission sur la communication stratégique en matière de lutte contre la désinformation,</w:t>
          </w:r>
        </w:p>
        <w:p w14:paraId="6CF5081B" w14:textId="44EA02EC" w:rsidR="00C405D3" w:rsidRPr="003F1519" w:rsidRDefault="00C405D3" w:rsidP="00C405D3">
          <w:pPr>
            <w:rPr>
              <w:lang w:eastAsia="en-GB"/>
            </w:rPr>
          </w:pPr>
          <w:r w:rsidRPr="003F1519">
            <w:rPr>
              <w:lang w:eastAsia="en-GB"/>
            </w:rPr>
            <w:t>•</w:t>
          </w:r>
          <w:r w:rsidRPr="003F1519">
            <w:rPr>
              <w:lang w:eastAsia="en-GB"/>
            </w:rPr>
            <w:tab/>
          </w:r>
          <w:r w:rsidR="0024052B" w:rsidRPr="003F1519">
            <w:rPr>
              <w:lang w:eastAsia="en-GB"/>
            </w:rPr>
            <w:t xml:space="preserve">de </w:t>
          </w:r>
          <w:r w:rsidRPr="003F1519">
            <w:rPr>
              <w:lang w:eastAsia="en-GB"/>
            </w:rPr>
            <w:t>contribuer aux travaux du réseau interne afin de coordonner et renforcer les actions de la Commission,</w:t>
          </w:r>
        </w:p>
        <w:p w14:paraId="0F44F3A4" w14:textId="5B324205" w:rsidR="00C405D3" w:rsidRPr="003F1519" w:rsidRDefault="00C405D3" w:rsidP="00C405D3">
          <w:pPr>
            <w:rPr>
              <w:lang w:eastAsia="en-GB"/>
            </w:rPr>
          </w:pPr>
          <w:r w:rsidRPr="003F1519">
            <w:rPr>
              <w:lang w:eastAsia="en-GB"/>
            </w:rPr>
            <w:lastRenderedPageBreak/>
            <w:t>•</w:t>
          </w:r>
          <w:r w:rsidRPr="003F1519">
            <w:rPr>
              <w:lang w:eastAsia="en-GB"/>
            </w:rPr>
            <w:tab/>
          </w:r>
          <w:r w:rsidR="0024052B" w:rsidRPr="003F1519">
            <w:rPr>
              <w:lang w:eastAsia="en-GB"/>
            </w:rPr>
            <w:t xml:space="preserve">de </w:t>
          </w:r>
          <w:r w:rsidRPr="003F1519">
            <w:rPr>
              <w:lang w:eastAsia="en-GB"/>
            </w:rPr>
            <w:t xml:space="preserve">conseiller et appuyer </w:t>
          </w:r>
          <w:r w:rsidR="004D3F5A" w:rsidRPr="003F1519">
            <w:rPr>
              <w:lang w:eastAsia="en-GB"/>
            </w:rPr>
            <w:t xml:space="preserve">la </w:t>
          </w:r>
          <w:r w:rsidR="000902A7">
            <w:rPr>
              <w:lang w:eastAsia="en-GB"/>
            </w:rPr>
            <w:t>« </w:t>
          </w:r>
          <w:proofErr w:type="spellStart"/>
          <w:r w:rsidR="004D3F5A" w:rsidRPr="003F1519">
            <w:rPr>
              <w:lang w:eastAsia="en-GB"/>
            </w:rPr>
            <w:t>task</w:t>
          </w:r>
          <w:proofErr w:type="spellEnd"/>
          <w:r w:rsidR="004D3F5A" w:rsidRPr="003F1519">
            <w:rPr>
              <w:lang w:eastAsia="en-GB"/>
            </w:rPr>
            <w:t xml:space="preserve"> force</w:t>
          </w:r>
          <w:r w:rsidR="000902A7">
            <w:rPr>
              <w:lang w:eastAsia="en-GB"/>
            </w:rPr>
            <w:t> »</w:t>
          </w:r>
          <w:r w:rsidR="004D3F5A" w:rsidRPr="003F1519">
            <w:rPr>
              <w:lang w:eastAsia="en-GB"/>
            </w:rPr>
            <w:t xml:space="preserve"> </w:t>
          </w:r>
          <w:r w:rsidRPr="003F1519">
            <w:rPr>
              <w:lang w:eastAsia="en-GB"/>
            </w:rPr>
            <w:t>sur les derniers développements liés à l’amélioration de la résilience sociétale,</w:t>
          </w:r>
        </w:p>
        <w:p w14:paraId="6343898E" w14:textId="6BCD0A2B" w:rsidR="00C405D3" w:rsidRPr="003F1519" w:rsidRDefault="00C405D3" w:rsidP="00C405D3">
          <w:pPr>
            <w:rPr>
              <w:lang w:eastAsia="en-GB"/>
            </w:rPr>
          </w:pPr>
          <w:r w:rsidRPr="003F1519">
            <w:rPr>
              <w:lang w:eastAsia="en-GB"/>
            </w:rPr>
            <w:t>•</w:t>
          </w:r>
          <w:r w:rsidRPr="003F1519">
            <w:rPr>
              <w:lang w:eastAsia="en-GB"/>
            </w:rPr>
            <w:tab/>
          </w:r>
          <w:r w:rsidR="0024052B" w:rsidRPr="003F1519">
            <w:rPr>
              <w:lang w:eastAsia="en-GB"/>
            </w:rPr>
            <w:t xml:space="preserve">de </w:t>
          </w:r>
          <w:r w:rsidRPr="003F1519">
            <w:rPr>
              <w:lang w:eastAsia="en-GB"/>
            </w:rPr>
            <w:t xml:space="preserve">soutenir la communication interne et le partage de connaissances au sein de </w:t>
          </w:r>
          <w:r w:rsidR="004D3F5A" w:rsidRPr="003F1519">
            <w:rPr>
              <w:lang w:eastAsia="en-GB"/>
            </w:rPr>
            <w:t xml:space="preserve">la </w:t>
          </w:r>
          <w:r w:rsidR="000902A7">
            <w:rPr>
              <w:lang w:eastAsia="en-GB"/>
            </w:rPr>
            <w:t>« </w:t>
          </w:r>
          <w:proofErr w:type="spellStart"/>
          <w:r w:rsidR="004D3F5A" w:rsidRPr="003F1519">
            <w:rPr>
              <w:lang w:eastAsia="en-GB"/>
            </w:rPr>
            <w:t>task</w:t>
          </w:r>
          <w:proofErr w:type="spellEnd"/>
          <w:r w:rsidR="004D3F5A" w:rsidRPr="003F1519">
            <w:rPr>
              <w:lang w:eastAsia="en-GB"/>
            </w:rPr>
            <w:t xml:space="preserve"> force</w:t>
          </w:r>
          <w:r w:rsidR="000902A7">
            <w:rPr>
              <w:lang w:eastAsia="en-GB"/>
            </w:rPr>
            <w:t> »</w:t>
          </w:r>
          <w:r w:rsidR="004D3F5A" w:rsidRPr="003F1519">
            <w:rPr>
              <w:lang w:eastAsia="en-GB"/>
            </w:rPr>
            <w:t xml:space="preserve"> </w:t>
          </w:r>
          <w:r w:rsidRPr="003F1519">
            <w:rPr>
              <w:lang w:eastAsia="en-GB"/>
            </w:rPr>
            <w:t>et dans les relations avec les DG et leurs services de communication,</w:t>
          </w:r>
        </w:p>
        <w:p w14:paraId="31010885" w14:textId="2B37E2F5" w:rsidR="00C405D3" w:rsidRPr="003F1519" w:rsidRDefault="00C405D3" w:rsidP="00C405D3">
          <w:pPr>
            <w:rPr>
              <w:lang w:eastAsia="en-GB"/>
            </w:rPr>
          </w:pPr>
          <w:r w:rsidRPr="003F1519">
            <w:rPr>
              <w:lang w:eastAsia="en-GB"/>
            </w:rPr>
            <w:t>•</w:t>
          </w:r>
          <w:r w:rsidRPr="003F1519">
            <w:rPr>
              <w:lang w:eastAsia="en-GB"/>
            </w:rPr>
            <w:tab/>
          </w:r>
          <w:r w:rsidR="0024052B" w:rsidRPr="003F1519">
            <w:rPr>
              <w:lang w:eastAsia="en-GB"/>
            </w:rPr>
            <w:t>d’</w:t>
          </w:r>
          <w:r w:rsidRPr="003F1519">
            <w:rPr>
              <w:lang w:eastAsia="en-GB"/>
            </w:rPr>
            <w:t>assurer la liaison avec les partenaires interinstitutionnels et externes pour faire progresser les actions coordonnées contre la désinformation.</w:t>
          </w:r>
        </w:p>
        <w:p w14:paraId="3B1D2FA2" w14:textId="40F68527" w:rsidR="001A0074" w:rsidRPr="003F1519" w:rsidRDefault="00C405D3" w:rsidP="00C405D3">
          <w:pPr>
            <w:rPr>
              <w:lang w:eastAsia="en-GB"/>
            </w:rPr>
          </w:pPr>
          <w:r w:rsidRPr="003F1519">
            <w:rPr>
              <w:lang w:eastAsia="en-GB"/>
            </w:rPr>
            <w:t xml:space="preserve">L’END exercera ses fonctions sous la supervision </w:t>
          </w:r>
          <w:proofErr w:type="gramStart"/>
          <w:r w:rsidRPr="003F1519">
            <w:rPr>
              <w:lang w:eastAsia="en-GB"/>
            </w:rPr>
            <w:t>d’</w:t>
          </w:r>
          <w:proofErr w:type="spellStart"/>
          <w:r w:rsidRPr="003F1519">
            <w:rPr>
              <w:lang w:eastAsia="en-GB"/>
            </w:rPr>
            <w:t>un</w:t>
          </w:r>
          <w:r w:rsidR="000902A7">
            <w:rPr>
              <w:lang w:eastAsia="en-GB"/>
            </w:rPr>
            <w:t>.e</w:t>
          </w:r>
          <w:proofErr w:type="spellEnd"/>
          <w:proofErr w:type="gramEnd"/>
          <w:r w:rsidRPr="003F1519">
            <w:rPr>
              <w:lang w:eastAsia="en-GB"/>
            </w:rPr>
            <w:t xml:space="preserve"> </w:t>
          </w:r>
          <w:proofErr w:type="spellStart"/>
          <w:r w:rsidRPr="003F1519">
            <w:rPr>
              <w:lang w:eastAsia="en-GB"/>
            </w:rPr>
            <w:t>administrateur</w:t>
          </w:r>
          <w:r w:rsidR="000902A7">
            <w:rPr>
              <w:lang w:eastAsia="en-GB"/>
            </w:rPr>
            <w:t>.trice</w:t>
          </w:r>
          <w:proofErr w:type="spellEnd"/>
          <w:r w:rsidRPr="003F1519">
            <w:rPr>
              <w:lang w:eastAsia="en-GB"/>
            </w:rPr>
            <w:t xml:space="preserve"> de la Commission.</w:t>
          </w:r>
        </w:p>
      </w:sdtContent>
    </w:sdt>
    <w:p w14:paraId="3D69C09B" w14:textId="77777777" w:rsidR="00301CA3" w:rsidRPr="003F1519" w:rsidRDefault="00301CA3" w:rsidP="001A0074">
      <w:pPr>
        <w:pStyle w:val="ListNumber"/>
        <w:numPr>
          <w:ilvl w:val="0"/>
          <w:numId w:val="0"/>
        </w:numPr>
        <w:ind w:left="709" w:hanging="709"/>
        <w:rPr>
          <w:b/>
          <w:bCs/>
          <w:lang w:eastAsia="en-GB"/>
        </w:rPr>
      </w:pPr>
    </w:p>
    <w:p w14:paraId="69B92155" w14:textId="09A29639" w:rsidR="001A0074" w:rsidRPr="003F1519" w:rsidRDefault="00B31DC8" w:rsidP="001A0074">
      <w:pPr>
        <w:pStyle w:val="ListNumber"/>
        <w:numPr>
          <w:ilvl w:val="0"/>
          <w:numId w:val="0"/>
        </w:numPr>
        <w:ind w:left="709" w:hanging="709"/>
        <w:rPr>
          <w:lang w:eastAsia="en-GB"/>
        </w:rPr>
      </w:pPr>
      <w:r w:rsidRPr="003F1519">
        <w:rPr>
          <w:b/>
          <w:bCs/>
          <w:lang w:eastAsia="en-GB"/>
        </w:rPr>
        <w:t>Profil du titulaire (nous recherchons)</w:t>
      </w:r>
    </w:p>
    <w:sdt>
      <w:sdtPr>
        <w:rPr>
          <w:lang w:eastAsia="en-GB"/>
        </w:rPr>
        <w:id w:val="-689827953"/>
        <w:placeholder>
          <w:docPart w:val="C681F6FA0FB94712B2C889AACA29AC9D"/>
        </w:placeholder>
      </w:sdtPr>
      <w:sdtEndPr/>
      <w:sdtContent>
        <w:p w14:paraId="0F0618C7" w14:textId="545553B7" w:rsidR="00C405D3" w:rsidRPr="003F1519" w:rsidRDefault="00C405D3" w:rsidP="00C405D3">
          <w:pPr>
            <w:pStyle w:val="ListNumber"/>
            <w:numPr>
              <w:ilvl w:val="0"/>
              <w:numId w:val="0"/>
            </w:numPr>
            <w:rPr>
              <w:lang w:eastAsia="en-GB"/>
            </w:rPr>
          </w:pPr>
          <w:r w:rsidRPr="003F1519">
            <w:rPr>
              <w:lang w:eastAsia="en-GB"/>
            </w:rPr>
            <w:t xml:space="preserve">Le/la </w:t>
          </w:r>
          <w:proofErr w:type="spellStart"/>
          <w:proofErr w:type="gramStart"/>
          <w:r w:rsidRPr="003F1519">
            <w:rPr>
              <w:lang w:eastAsia="en-GB"/>
            </w:rPr>
            <w:t>candidat</w:t>
          </w:r>
          <w:r w:rsidR="000902A7">
            <w:rPr>
              <w:lang w:eastAsia="en-GB"/>
            </w:rPr>
            <w:t>.</w:t>
          </w:r>
          <w:r w:rsidRPr="003F1519">
            <w:rPr>
              <w:lang w:eastAsia="en-GB"/>
            </w:rPr>
            <w:t>e</w:t>
          </w:r>
          <w:proofErr w:type="spellEnd"/>
          <w:proofErr w:type="gramEnd"/>
          <w:r w:rsidRPr="003F1519">
            <w:rPr>
              <w:lang w:eastAsia="en-GB"/>
            </w:rPr>
            <w:t xml:space="preserve"> </w:t>
          </w:r>
          <w:proofErr w:type="spellStart"/>
          <w:r w:rsidRPr="003F1519">
            <w:rPr>
              <w:lang w:eastAsia="en-GB"/>
            </w:rPr>
            <w:t>retenu</w:t>
          </w:r>
          <w:r w:rsidR="000902A7">
            <w:rPr>
              <w:lang w:eastAsia="en-GB"/>
            </w:rPr>
            <w:t>.</w:t>
          </w:r>
          <w:r w:rsidRPr="003F1519">
            <w:rPr>
              <w:lang w:eastAsia="en-GB"/>
            </w:rPr>
            <w:t>e</w:t>
          </w:r>
          <w:proofErr w:type="spellEnd"/>
          <w:r w:rsidRPr="003F1519">
            <w:rPr>
              <w:lang w:eastAsia="en-GB"/>
            </w:rPr>
            <w:t xml:space="preserve"> devra posséder :</w:t>
          </w:r>
        </w:p>
        <w:p w14:paraId="77F15179" w14:textId="4D3C0DBF"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t>d’excellentes aptitudes organisationnelles et un sens du travail en équipe,</w:t>
          </w:r>
        </w:p>
        <w:p w14:paraId="7FCF7E39" w14:textId="13E82C76"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t xml:space="preserve">une solide connaissance du paysage des menaces hybrides ainsi que des mesures existantes pour renforcer la capacité de la société à détecter et résister à la </w:t>
          </w:r>
          <w:r w:rsidR="006F7322" w:rsidRPr="003F1519">
            <w:rPr>
              <w:lang w:eastAsia="en-GB"/>
            </w:rPr>
            <w:t>désinformation</w:t>
          </w:r>
          <w:r w:rsidRPr="003F1519">
            <w:rPr>
              <w:lang w:eastAsia="en-GB"/>
            </w:rPr>
            <w:t>,</w:t>
          </w:r>
        </w:p>
        <w:p w14:paraId="562A46DE" w14:textId="4CFE6DB4"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r>
          <w:r w:rsidR="00FF02B3" w:rsidRPr="003F1519">
            <w:rPr>
              <w:lang w:eastAsia="en-GB"/>
            </w:rPr>
            <w:t>de l’</w:t>
          </w:r>
          <w:r w:rsidRPr="003F1519">
            <w:rPr>
              <w:lang w:eastAsia="en-GB"/>
            </w:rPr>
            <w:t>expérience dans l’élaboration d’actions à moyen et long terme visant à améliorer la résilience et la préparation de la société,</w:t>
          </w:r>
        </w:p>
        <w:p w14:paraId="2EED9DB9" w14:textId="77777777"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t>une très bonne connaissance du paysage médiatique et des habitudes de consommation des médias dans l’UE,</w:t>
          </w:r>
        </w:p>
        <w:p w14:paraId="6CC88B56" w14:textId="77777777"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t>d’excellentes capacités d’analyse et de rédaction (en anglais),</w:t>
          </w:r>
        </w:p>
        <w:p w14:paraId="649646DE" w14:textId="7F3E638D"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r>
          <w:r w:rsidR="00212752" w:rsidRPr="003F1519">
            <w:rPr>
              <w:lang w:eastAsia="en-GB"/>
            </w:rPr>
            <w:t>de l’</w:t>
          </w:r>
          <w:r w:rsidRPr="003F1519">
            <w:rPr>
              <w:lang w:eastAsia="en-GB"/>
            </w:rPr>
            <w:t>expérience en sciences comportementales appliquées à la lutte contre la désinformation,</w:t>
          </w:r>
        </w:p>
        <w:p w14:paraId="45C8139E" w14:textId="77777777" w:rsidR="00C405D3" w:rsidRPr="003F1519" w:rsidRDefault="00C405D3" w:rsidP="00C405D3">
          <w:pPr>
            <w:pStyle w:val="ListNumber"/>
            <w:numPr>
              <w:ilvl w:val="0"/>
              <w:numId w:val="0"/>
            </w:numPr>
            <w:rPr>
              <w:lang w:eastAsia="en-GB"/>
            </w:rPr>
          </w:pPr>
          <w:r w:rsidRPr="003F1519">
            <w:rPr>
              <w:lang w:eastAsia="en-GB"/>
            </w:rPr>
            <w:t>•</w:t>
          </w:r>
          <w:r w:rsidRPr="003F1519">
            <w:rPr>
              <w:lang w:eastAsia="en-GB"/>
            </w:rPr>
            <w:tab/>
            <w:t>de très bonnes compétences de communication orale et écrite, permettant un dialogue efficace avec tous les interlocuteurs,</w:t>
          </w:r>
        </w:p>
        <w:p w14:paraId="7E409EA7" w14:textId="189350B5" w:rsidR="001A0074" w:rsidRPr="003F1519" w:rsidRDefault="00C405D3" w:rsidP="00C405D3">
          <w:pPr>
            <w:pStyle w:val="ListNumber"/>
            <w:numPr>
              <w:ilvl w:val="0"/>
              <w:numId w:val="0"/>
            </w:numPr>
            <w:rPr>
              <w:lang w:eastAsia="en-GB"/>
            </w:rPr>
          </w:pPr>
          <w:r w:rsidRPr="003F1519">
            <w:rPr>
              <w:lang w:eastAsia="en-GB"/>
            </w:rPr>
            <w:t>•</w:t>
          </w:r>
          <w:r w:rsidRPr="003F1519">
            <w:rPr>
              <w:lang w:eastAsia="en-GB"/>
            </w:rPr>
            <w:tab/>
          </w:r>
          <w:r w:rsidR="000902A7" w:rsidRPr="000902A7">
            <w:rPr>
              <w:lang w:eastAsia="en-GB"/>
            </w:rPr>
            <w:t xml:space="preserve">une forte résistance résilience au stress, la capacité de gérer des périodes avec </w:t>
          </w:r>
          <w:proofErr w:type="gramStart"/>
          <w:r w:rsidR="000902A7" w:rsidRPr="000902A7">
            <w:rPr>
              <w:lang w:eastAsia="en-GB"/>
            </w:rPr>
            <w:t>une  de</w:t>
          </w:r>
          <w:proofErr w:type="gramEnd"/>
          <w:r w:rsidR="000902A7" w:rsidRPr="000902A7">
            <w:rPr>
              <w:lang w:eastAsia="en-GB"/>
            </w:rPr>
            <w:t xml:space="preserve"> charge de travail intense, des capacités de réaction et de décision à la fois rapides et solides.</w:t>
          </w:r>
        </w:p>
      </w:sdtContent>
    </w:sdt>
    <w:p w14:paraId="5D76C15C" w14:textId="77777777" w:rsidR="00F65CC2" w:rsidRPr="003F1519" w:rsidRDefault="00F65CC2" w:rsidP="00377580">
      <w:pPr>
        <w:rPr>
          <w:b/>
          <w:lang w:eastAsia="en-GB"/>
        </w:rPr>
      </w:pPr>
    </w:p>
    <w:p w14:paraId="0E0736C5" w14:textId="0F8C254A" w:rsidR="00B31DC8" w:rsidRPr="003F1519" w:rsidRDefault="00377580" w:rsidP="00377580">
      <w:pPr>
        <w:rPr>
          <w:b/>
          <w:u w:val="single"/>
          <w:lang w:eastAsia="en-GB"/>
        </w:rPr>
      </w:pPr>
      <w:r w:rsidRPr="003F1519">
        <w:rPr>
          <w:b/>
          <w:u w:val="single"/>
          <w:lang w:eastAsia="en-GB"/>
        </w:rPr>
        <w:t>Critères d</w:t>
      </w:r>
      <w:r w:rsidR="006F23BA" w:rsidRPr="003F1519">
        <w:rPr>
          <w:b/>
          <w:u w:val="single"/>
          <w:lang w:eastAsia="en-GB"/>
        </w:rPr>
        <w:t>’</w:t>
      </w:r>
      <w:r w:rsidRPr="003F1519">
        <w:rPr>
          <w:b/>
          <w:u w:val="single"/>
          <w:lang w:eastAsia="en-GB"/>
        </w:rPr>
        <w:t>éligibilité</w:t>
      </w:r>
    </w:p>
    <w:p w14:paraId="5E51F49C" w14:textId="528BE030" w:rsidR="00B31DC8" w:rsidRPr="003F1519" w:rsidRDefault="00B31DC8" w:rsidP="00377580">
      <w:pPr>
        <w:rPr>
          <w:lang w:eastAsia="en-GB"/>
        </w:rPr>
      </w:pPr>
      <w:r w:rsidRPr="003F1519">
        <w:rPr>
          <w:lang w:eastAsia="en-GB"/>
        </w:rPr>
        <w:t>Le détachement s</w:t>
      </w:r>
      <w:r w:rsidR="00443957" w:rsidRPr="003F1519">
        <w:rPr>
          <w:lang w:eastAsia="en-GB"/>
        </w:rPr>
        <w:t>era</w:t>
      </w:r>
      <w:r w:rsidRPr="003F1519">
        <w:rPr>
          <w:lang w:eastAsia="en-GB"/>
        </w:rPr>
        <w:t xml:space="preserve"> régi par la </w:t>
      </w:r>
      <w:r w:rsidRPr="003F1519">
        <w:rPr>
          <w:b/>
          <w:lang w:eastAsia="en-GB"/>
        </w:rPr>
        <w:t xml:space="preserve">décision de la Commission </w:t>
      </w:r>
      <w:proofErr w:type="gramStart"/>
      <w:r w:rsidRPr="003F1519">
        <w:rPr>
          <w:b/>
          <w:lang w:eastAsia="en-GB"/>
        </w:rPr>
        <w:t>C(</w:t>
      </w:r>
      <w:proofErr w:type="gramEnd"/>
      <w:r w:rsidRPr="003F1519">
        <w:rPr>
          <w:b/>
          <w:lang w:eastAsia="en-GB"/>
        </w:rPr>
        <w:t xml:space="preserve">2008) 6866 </w:t>
      </w:r>
      <w:r w:rsidRPr="003F1519">
        <w:rPr>
          <w:bCs/>
          <w:lang w:eastAsia="en-GB"/>
        </w:rPr>
        <w:t>du 12/11/2008</w:t>
      </w:r>
      <w:r w:rsidRPr="003F1519">
        <w:rPr>
          <w:lang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3F1519" w:rsidRDefault="00B31DC8" w:rsidP="00377580">
      <w:pPr>
        <w:rPr>
          <w:lang w:eastAsia="en-GB"/>
        </w:rPr>
      </w:pPr>
      <w:r w:rsidRPr="003F1519">
        <w:rPr>
          <w:lang w:eastAsia="en-GB"/>
        </w:rPr>
        <w:t xml:space="preserve">Aux termes de la décision END, </w:t>
      </w:r>
      <w:r w:rsidR="00866E7F" w:rsidRPr="003F1519">
        <w:rPr>
          <w:lang w:eastAsia="en-GB"/>
        </w:rPr>
        <w:t>vous dev</w:t>
      </w:r>
      <w:r w:rsidR="004A4BB7" w:rsidRPr="003F1519">
        <w:rPr>
          <w:lang w:eastAsia="en-GB"/>
        </w:rPr>
        <w:t>r</w:t>
      </w:r>
      <w:r w:rsidR="00866E7F" w:rsidRPr="003F1519">
        <w:rPr>
          <w:lang w:eastAsia="en-GB"/>
        </w:rPr>
        <w:t>ez</w:t>
      </w:r>
      <w:r w:rsidR="00377580" w:rsidRPr="003F1519">
        <w:rPr>
          <w:lang w:eastAsia="en-GB"/>
        </w:rPr>
        <w:t xml:space="preserve"> obligatoirement rempli</w:t>
      </w:r>
      <w:r w:rsidRPr="003F1519">
        <w:rPr>
          <w:lang w:eastAsia="en-GB"/>
        </w:rPr>
        <w:t>r les critères d</w:t>
      </w:r>
      <w:r w:rsidR="006F23BA" w:rsidRPr="003F1519">
        <w:rPr>
          <w:lang w:eastAsia="en-GB"/>
        </w:rPr>
        <w:t>’</w:t>
      </w:r>
      <w:r w:rsidRPr="003F1519">
        <w:rPr>
          <w:lang w:eastAsia="en-GB"/>
        </w:rPr>
        <w:t xml:space="preserve">éligibilité suivants </w:t>
      </w:r>
      <w:r w:rsidRPr="003F1519">
        <w:rPr>
          <w:b/>
          <w:bCs/>
          <w:lang w:eastAsia="en-GB"/>
        </w:rPr>
        <w:t>à la date</w:t>
      </w:r>
      <w:r w:rsidR="00443957" w:rsidRPr="003F1519">
        <w:rPr>
          <w:b/>
          <w:bCs/>
          <w:lang w:eastAsia="en-GB"/>
        </w:rPr>
        <w:t xml:space="preserve"> </w:t>
      </w:r>
      <w:r w:rsidR="00F65CC2" w:rsidRPr="003F1519">
        <w:rPr>
          <w:b/>
          <w:bCs/>
          <w:lang w:eastAsia="en-GB"/>
        </w:rPr>
        <w:t>de début du</w:t>
      </w:r>
      <w:r w:rsidR="00443957" w:rsidRPr="003F1519">
        <w:rPr>
          <w:b/>
          <w:bCs/>
          <w:lang w:eastAsia="en-GB"/>
        </w:rPr>
        <w:t xml:space="preserve"> </w:t>
      </w:r>
      <w:r w:rsidR="00215A56" w:rsidRPr="003F1519">
        <w:rPr>
          <w:b/>
          <w:bCs/>
          <w:lang w:eastAsia="en-GB"/>
        </w:rPr>
        <w:t>détachement</w:t>
      </w:r>
      <w:r w:rsidR="00215A56" w:rsidRPr="003F1519">
        <w:rPr>
          <w:lang w:eastAsia="en-GB"/>
        </w:rPr>
        <w:t xml:space="preserve"> :</w:t>
      </w:r>
    </w:p>
    <w:p w14:paraId="1B97B0F3" w14:textId="5C384723" w:rsidR="00443957" w:rsidRPr="003F1519" w:rsidRDefault="00443957" w:rsidP="00377580">
      <w:pPr>
        <w:rPr>
          <w:lang w:eastAsia="en-GB"/>
        </w:rPr>
      </w:pPr>
      <w:r w:rsidRPr="003F1519">
        <w:rPr>
          <w:u w:val="single"/>
          <w:lang w:eastAsia="en-GB"/>
        </w:rPr>
        <w:lastRenderedPageBreak/>
        <w:t xml:space="preserve">Expérience </w:t>
      </w:r>
      <w:r w:rsidR="00215A56" w:rsidRPr="003F1519">
        <w:rPr>
          <w:u w:val="single"/>
          <w:lang w:eastAsia="en-GB"/>
        </w:rPr>
        <w:t>professionnelle :</w:t>
      </w:r>
      <w:r w:rsidRPr="003F1519">
        <w:rPr>
          <w:lang w:eastAsia="en-GB"/>
        </w:rPr>
        <w:t xml:space="preserve"> posséder une expérience professionnelle d</w:t>
      </w:r>
      <w:r w:rsidR="006F23BA" w:rsidRPr="003F1519">
        <w:rPr>
          <w:lang w:eastAsia="en-GB"/>
        </w:rPr>
        <w:t>’</w:t>
      </w:r>
      <w:r w:rsidRPr="003F1519">
        <w:rPr>
          <w:lang w:eastAsia="en-GB"/>
        </w:rPr>
        <w:t xml:space="preserve">au moins trois ans dans des fonctions administratives, judiciaires, scientifiques, techniques, de conseil ou de supervision, à un grade équivalant au groupe de fonctions administrateur </w:t>
      </w:r>
      <w:proofErr w:type="gramStart"/>
      <w:r w:rsidRPr="003F1519">
        <w:rPr>
          <w:lang w:eastAsia="en-GB"/>
        </w:rPr>
        <w:t>AD;</w:t>
      </w:r>
      <w:proofErr w:type="gramEnd"/>
    </w:p>
    <w:p w14:paraId="00DB18A5" w14:textId="446D9CEE" w:rsidR="00443957" w:rsidRPr="003F1519" w:rsidRDefault="00377580" w:rsidP="00377580">
      <w:pPr>
        <w:rPr>
          <w:lang w:eastAsia="en-GB"/>
        </w:rPr>
      </w:pPr>
      <w:r w:rsidRPr="003F1519">
        <w:rPr>
          <w:u w:val="single"/>
          <w:lang w:eastAsia="en-GB"/>
        </w:rPr>
        <w:t xml:space="preserve">Ancienneté de </w:t>
      </w:r>
      <w:r w:rsidR="00215A56" w:rsidRPr="003F1519">
        <w:rPr>
          <w:u w:val="single"/>
          <w:lang w:eastAsia="en-GB"/>
        </w:rPr>
        <w:t>service :</w:t>
      </w:r>
      <w:r w:rsidRPr="003F1519">
        <w:rPr>
          <w:lang w:eastAsia="en-GB"/>
        </w:rPr>
        <w:t xml:space="preserve"> avoir une ancienneté d</w:t>
      </w:r>
      <w:r w:rsidR="006F23BA" w:rsidRPr="003F1519">
        <w:rPr>
          <w:lang w:eastAsia="en-GB"/>
        </w:rPr>
        <w:t>’</w:t>
      </w:r>
      <w:r w:rsidRPr="003F1519">
        <w:rPr>
          <w:lang w:eastAsia="en-GB"/>
        </w:rPr>
        <w:t xml:space="preserve">au moins un an </w:t>
      </w:r>
      <w:r w:rsidR="00443957" w:rsidRPr="003F1519">
        <w:rPr>
          <w:lang w:eastAsia="en-GB"/>
        </w:rPr>
        <w:t xml:space="preserve">(12 mois) </w:t>
      </w:r>
      <w:r w:rsidRPr="003F1519">
        <w:rPr>
          <w:lang w:eastAsia="en-GB"/>
        </w:rPr>
        <w:t xml:space="preserve">auprès de </w:t>
      </w:r>
      <w:r w:rsidR="00866E7F" w:rsidRPr="003F1519">
        <w:rPr>
          <w:lang w:eastAsia="en-GB"/>
        </w:rPr>
        <w:t>votre</w:t>
      </w:r>
      <w:r w:rsidRPr="003F1519">
        <w:rPr>
          <w:lang w:eastAsia="en-GB"/>
        </w:rPr>
        <w:t xml:space="preserve"> employeur</w:t>
      </w:r>
      <w:r w:rsidR="00866E7F" w:rsidRPr="003F1519">
        <w:rPr>
          <w:lang w:eastAsia="en-GB"/>
        </w:rPr>
        <w:t xml:space="preserve"> actuel</w:t>
      </w:r>
      <w:r w:rsidRPr="003F1519">
        <w:rPr>
          <w:lang w:eastAsia="en-GB"/>
        </w:rPr>
        <w:t xml:space="preserve">, dans un cadre statutaire ou </w:t>
      </w:r>
      <w:proofErr w:type="gramStart"/>
      <w:r w:rsidRPr="003F1519">
        <w:rPr>
          <w:lang w:eastAsia="en-GB"/>
        </w:rPr>
        <w:t>contractuel</w:t>
      </w:r>
      <w:r w:rsidR="00443957" w:rsidRPr="003F1519">
        <w:rPr>
          <w:lang w:eastAsia="en-GB"/>
        </w:rPr>
        <w:t>;</w:t>
      </w:r>
      <w:proofErr w:type="gramEnd"/>
    </w:p>
    <w:p w14:paraId="5C4AB867" w14:textId="5AC363BD" w:rsidR="00443957" w:rsidRPr="003F1519" w:rsidRDefault="00215A56" w:rsidP="00377580">
      <w:pPr>
        <w:rPr>
          <w:lang w:eastAsia="en-GB"/>
        </w:rPr>
      </w:pPr>
      <w:r w:rsidRPr="003F1519">
        <w:rPr>
          <w:u w:val="single"/>
          <w:lang w:eastAsia="en-GB"/>
        </w:rPr>
        <w:t>Employeur :</w:t>
      </w:r>
      <w:r w:rsidR="00443957" w:rsidRPr="003F1519">
        <w:rPr>
          <w:lang w:eastAsia="en-GB"/>
        </w:rPr>
        <w:t xml:space="preserve"> </w:t>
      </w:r>
      <w:r w:rsidR="000914BF" w:rsidRPr="003F1519">
        <w:rPr>
          <w:lang w:eastAsia="en-GB"/>
        </w:rPr>
        <w:t xml:space="preserve">être employé par </w:t>
      </w:r>
      <w:r w:rsidR="00443957" w:rsidRPr="003F1519">
        <w:rPr>
          <w:lang w:eastAsia="en-GB"/>
        </w:rPr>
        <w:t xml:space="preserve">une administration publique nationale, régionale ou locale, ou </w:t>
      </w:r>
      <w:r w:rsidR="000914BF" w:rsidRPr="003F1519">
        <w:rPr>
          <w:lang w:eastAsia="en-GB"/>
        </w:rPr>
        <w:t>par une organisation intergouvernementale</w:t>
      </w:r>
      <w:r w:rsidR="00443957" w:rsidRPr="003F1519">
        <w:rPr>
          <w:lang w:eastAsia="en-GB"/>
        </w:rPr>
        <w:t xml:space="preserve"> (OIG</w:t>
      </w:r>
      <w:proofErr w:type="gramStart"/>
      <w:r w:rsidR="00443957" w:rsidRPr="003F1519">
        <w:rPr>
          <w:lang w:eastAsia="en-GB"/>
        </w:rPr>
        <w:t>);</w:t>
      </w:r>
      <w:proofErr w:type="gramEnd"/>
      <w:r w:rsidR="00443957" w:rsidRPr="003F1519">
        <w:rPr>
          <w:lang w:eastAsia="en-GB"/>
        </w:rPr>
        <w:t xml:space="preserve"> </w:t>
      </w:r>
      <w:r w:rsidR="000914BF" w:rsidRPr="003F1519">
        <w:rPr>
          <w:lang w:eastAsia="en-GB"/>
        </w:rPr>
        <w:t xml:space="preserve">exceptionnellement et après dérogation, la Commission peut accepter des candidatures </w:t>
      </w:r>
      <w:r w:rsidR="00866E7F" w:rsidRPr="003F1519">
        <w:rPr>
          <w:lang w:eastAsia="en-GB"/>
        </w:rPr>
        <w:t>lorsque votre</w:t>
      </w:r>
      <w:r w:rsidR="004D3B51" w:rsidRPr="003F1519">
        <w:rPr>
          <w:lang w:eastAsia="en-GB"/>
        </w:rPr>
        <w:t xml:space="preserve"> </w:t>
      </w:r>
      <w:r w:rsidR="000914BF" w:rsidRPr="003F1519">
        <w:rPr>
          <w:lang w:eastAsia="en-GB"/>
        </w:rPr>
        <w:t xml:space="preserve">employeur </w:t>
      </w:r>
      <w:r w:rsidR="00866E7F" w:rsidRPr="003F1519">
        <w:rPr>
          <w:lang w:eastAsia="en-GB"/>
        </w:rPr>
        <w:t>est un organisme</w:t>
      </w:r>
      <w:r w:rsidR="004D3B51" w:rsidRPr="003F1519">
        <w:rPr>
          <w:lang w:eastAsia="en-GB"/>
        </w:rPr>
        <w:t xml:space="preserve"> </w:t>
      </w:r>
      <w:r w:rsidR="000914BF" w:rsidRPr="003F1519">
        <w:rPr>
          <w:lang w:eastAsia="en-GB"/>
        </w:rPr>
        <w:t>du secteur public (e.g. agence ou institut de régularisation)</w:t>
      </w:r>
      <w:r w:rsidR="006F23BA" w:rsidRPr="003F1519">
        <w:rPr>
          <w:lang w:eastAsia="en-GB"/>
        </w:rPr>
        <w:t xml:space="preserve">, </w:t>
      </w:r>
      <w:r w:rsidR="000914BF" w:rsidRPr="003F1519">
        <w:rPr>
          <w:lang w:eastAsia="en-GB"/>
        </w:rPr>
        <w:t>une université ou un organisme de recherche indépendant.</w:t>
      </w:r>
    </w:p>
    <w:p w14:paraId="6DBB170A" w14:textId="39E3431D" w:rsidR="00377580" w:rsidRPr="003F1519" w:rsidRDefault="00377580" w:rsidP="00377580">
      <w:pPr>
        <w:rPr>
          <w:lang w:eastAsia="en-GB"/>
        </w:rPr>
      </w:pPr>
      <w:r w:rsidRPr="003F1519">
        <w:rPr>
          <w:u w:val="single"/>
          <w:lang w:eastAsia="en-GB"/>
        </w:rPr>
        <w:t xml:space="preserve">Compétences </w:t>
      </w:r>
      <w:r w:rsidR="00215A56" w:rsidRPr="003F1519">
        <w:rPr>
          <w:u w:val="single"/>
          <w:lang w:eastAsia="en-GB"/>
        </w:rPr>
        <w:t>linguistiques :</w:t>
      </w:r>
      <w:r w:rsidRPr="003F1519">
        <w:rPr>
          <w:lang w:eastAsia="en-GB"/>
        </w:rPr>
        <w:t xml:space="preserve"> avoir une connaissance approfondie d</w:t>
      </w:r>
      <w:r w:rsidR="006F23BA" w:rsidRPr="003F1519">
        <w:rPr>
          <w:lang w:eastAsia="en-GB"/>
        </w:rPr>
        <w:t>’</w:t>
      </w:r>
      <w:r w:rsidRPr="003F1519">
        <w:rPr>
          <w:lang w:eastAsia="en-GB"/>
        </w:rPr>
        <w:t>une des langues de l</w:t>
      </w:r>
      <w:r w:rsidR="006F23BA" w:rsidRPr="003F1519">
        <w:rPr>
          <w:lang w:eastAsia="en-GB"/>
        </w:rPr>
        <w:t>’</w:t>
      </w:r>
      <w:r w:rsidRPr="003F1519">
        <w:rPr>
          <w:lang w:eastAsia="en-GB"/>
        </w:rPr>
        <w:t>Union européenne et une connaissance satisfaisante d</w:t>
      </w:r>
      <w:r w:rsidR="006F23BA" w:rsidRPr="003F1519">
        <w:rPr>
          <w:lang w:eastAsia="en-GB"/>
        </w:rPr>
        <w:t>’</w:t>
      </w:r>
      <w:r w:rsidRPr="003F1519">
        <w:rPr>
          <w:lang w:eastAsia="en-GB"/>
        </w:rPr>
        <w:t>une autre langue de l</w:t>
      </w:r>
      <w:r w:rsidR="006F23BA" w:rsidRPr="003F1519">
        <w:rPr>
          <w:lang w:eastAsia="en-GB"/>
        </w:rPr>
        <w:t>’</w:t>
      </w:r>
      <w:r w:rsidRPr="003F1519">
        <w:rPr>
          <w:lang w:eastAsia="en-GB"/>
        </w:rPr>
        <w:t>Union européenne dans la mesure nécessaire aux fonctions qu</w:t>
      </w:r>
      <w:r w:rsidR="006F23BA" w:rsidRPr="003F1519">
        <w:rPr>
          <w:lang w:eastAsia="en-GB"/>
        </w:rPr>
        <w:t>’</w:t>
      </w:r>
      <w:r w:rsidRPr="003F1519">
        <w:rPr>
          <w:lang w:eastAsia="en-GB"/>
        </w:rPr>
        <w:t xml:space="preserve">il est appelé à exercer. </w:t>
      </w:r>
      <w:r w:rsidR="00866E7F" w:rsidRPr="003F1519">
        <w:rPr>
          <w:lang w:eastAsia="en-GB"/>
        </w:rPr>
        <w:t>Si vous venez</w:t>
      </w:r>
      <w:r w:rsidR="004D3B51" w:rsidRPr="003F1519">
        <w:rPr>
          <w:lang w:eastAsia="en-GB"/>
        </w:rPr>
        <w:t xml:space="preserve"> d</w:t>
      </w:r>
      <w:r w:rsidR="006F23BA" w:rsidRPr="003F1519">
        <w:rPr>
          <w:lang w:eastAsia="en-GB"/>
        </w:rPr>
        <w:t>’</w:t>
      </w:r>
      <w:r w:rsidRPr="003F1519">
        <w:rPr>
          <w:lang w:eastAsia="en-GB"/>
        </w:rPr>
        <w:t>un pays tiers</w:t>
      </w:r>
      <w:r w:rsidR="00866E7F" w:rsidRPr="003F1519">
        <w:rPr>
          <w:lang w:eastAsia="en-GB"/>
        </w:rPr>
        <w:t>, vous dev</w:t>
      </w:r>
      <w:r w:rsidR="004A4BB7" w:rsidRPr="003F1519">
        <w:rPr>
          <w:lang w:eastAsia="en-GB"/>
        </w:rPr>
        <w:t>r</w:t>
      </w:r>
      <w:r w:rsidR="00866E7F" w:rsidRPr="003F1519">
        <w:rPr>
          <w:lang w:eastAsia="en-GB"/>
        </w:rPr>
        <w:t>ez</w:t>
      </w:r>
      <w:r w:rsidRPr="003F1519">
        <w:rPr>
          <w:lang w:eastAsia="en-GB"/>
        </w:rPr>
        <w:t xml:space="preserve"> justifier posséder une connaissance approfondie </w:t>
      </w:r>
      <w:r w:rsidR="007A1396" w:rsidRPr="003F1519">
        <w:rPr>
          <w:lang w:eastAsia="en-GB"/>
        </w:rPr>
        <w:t>de la</w:t>
      </w:r>
      <w:r w:rsidRPr="003F1519">
        <w:rPr>
          <w:lang w:eastAsia="en-GB"/>
        </w:rPr>
        <w:t xml:space="preserve"> langue de l</w:t>
      </w:r>
      <w:r w:rsidR="006F23BA" w:rsidRPr="003F1519">
        <w:rPr>
          <w:lang w:eastAsia="en-GB"/>
        </w:rPr>
        <w:t>’</w:t>
      </w:r>
      <w:r w:rsidRPr="003F1519">
        <w:rPr>
          <w:lang w:eastAsia="en-GB"/>
        </w:rPr>
        <w:t>Union européenne nécessaire à l</w:t>
      </w:r>
      <w:r w:rsidR="006F23BA" w:rsidRPr="003F1519">
        <w:rPr>
          <w:lang w:eastAsia="en-GB"/>
        </w:rPr>
        <w:t>’</w:t>
      </w:r>
      <w:r w:rsidRPr="003F1519">
        <w:rPr>
          <w:lang w:eastAsia="en-GB"/>
        </w:rPr>
        <w:t xml:space="preserve">accomplissement des tâches qui </w:t>
      </w:r>
      <w:r w:rsidR="00866E7F" w:rsidRPr="003F1519">
        <w:rPr>
          <w:lang w:eastAsia="en-GB"/>
        </w:rPr>
        <w:t>vous</w:t>
      </w:r>
      <w:r w:rsidRPr="003F1519">
        <w:rPr>
          <w:lang w:eastAsia="en-GB"/>
        </w:rPr>
        <w:t xml:space="preserve"> seront confiées.</w:t>
      </w:r>
    </w:p>
    <w:p w14:paraId="5293BC74" w14:textId="77777777" w:rsidR="00377580" w:rsidRPr="003F1519" w:rsidRDefault="00377580" w:rsidP="00377580">
      <w:pPr>
        <w:rPr>
          <w:lang w:eastAsia="en-GB"/>
        </w:rPr>
      </w:pPr>
    </w:p>
    <w:p w14:paraId="2FB5DCD5" w14:textId="77777777" w:rsidR="004D3B51" w:rsidRPr="003F1519" w:rsidRDefault="00377580" w:rsidP="00377580">
      <w:pPr>
        <w:rPr>
          <w:b/>
          <w:u w:val="single"/>
          <w:lang w:eastAsia="en-GB"/>
        </w:rPr>
      </w:pPr>
      <w:r w:rsidRPr="003F1519">
        <w:rPr>
          <w:b/>
          <w:u w:val="single"/>
          <w:lang w:eastAsia="en-GB"/>
        </w:rPr>
        <w:t>Conditions du détachement</w:t>
      </w:r>
    </w:p>
    <w:p w14:paraId="4BF19B6D" w14:textId="4A7E5A70" w:rsidR="004D3B51" w:rsidRPr="003F1519" w:rsidRDefault="004A4BB7" w:rsidP="004D3B51">
      <w:pPr>
        <w:rPr>
          <w:bCs/>
          <w:lang w:eastAsia="en-GB"/>
        </w:rPr>
      </w:pPr>
      <w:r w:rsidRPr="003F1519">
        <w:rPr>
          <w:bCs/>
          <w:lang w:eastAsia="en-GB"/>
        </w:rPr>
        <w:t>Durant toute la durée de votre détachement, v</w:t>
      </w:r>
      <w:r w:rsidR="007A10AA" w:rsidRPr="003F1519">
        <w:rPr>
          <w:bCs/>
          <w:lang w:eastAsia="en-GB"/>
        </w:rPr>
        <w:t xml:space="preserve">ous devrez rester </w:t>
      </w:r>
      <w:r w:rsidR="00377580" w:rsidRPr="003F1519">
        <w:rPr>
          <w:bCs/>
          <w:lang w:eastAsia="en-GB"/>
        </w:rPr>
        <w:t xml:space="preserve">employé et rémunéré par </w:t>
      </w:r>
      <w:r w:rsidR="007A10AA" w:rsidRPr="003F1519">
        <w:rPr>
          <w:bCs/>
          <w:lang w:eastAsia="en-GB"/>
        </w:rPr>
        <w:t>votre</w:t>
      </w:r>
      <w:r w:rsidR="00377580" w:rsidRPr="003F1519">
        <w:rPr>
          <w:bCs/>
          <w:lang w:eastAsia="en-GB"/>
        </w:rPr>
        <w:t xml:space="preserve"> employeur </w:t>
      </w:r>
      <w:r w:rsidR="004D3B51" w:rsidRPr="003F1519">
        <w:rPr>
          <w:bCs/>
          <w:lang w:eastAsia="en-GB"/>
        </w:rPr>
        <w:t xml:space="preserve">et </w:t>
      </w:r>
      <w:r w:rsidR="007A10AA" w:rsidRPr="003F1519">
        <w:rPr>
          <w:bCs/>
          <w:lang w:eastAsia="en-GB"/>
        </w:rPr>
        <w:t>devrez</w:t>
      </w:r>
      <w:r w:rsidR="00377580" w:rsidRPr="003F1519">
        <w:rPr>
          <w:bCs/>
          <w:lang w:eastAsia="en-GB"/>
        </w:rPr>
        <w:t xml:space="preserve"> également </w:t>
      </w:r>
      <w:r w:rsidR="007A10AA" w:rsidRPr="003F1519">
        <w:rPr>
          <w:bCs/>
          <w:lang w:eastAsia="en-GB"/>
        </w:rPr>
        <w:t xml:space="preserve">rester </w:t>
      </w:r>
      <w:r w:rsidR="00377580" w:rsidRPr="003F1519">
        <w:rPr>
          <w:bCs/>
          <w:lang w:eastAsia="en-GB"/>
        </w:rPr>
        <w:t xml:space="preserve">couvert par </w:t>
      </w:r>
      <w:r w:rsidR="007A10AA" w:rsidRPr="003F1519">
        <w:rPr>
          <w:bCs/>
          <w:lang w:eastAsia="en-GB"/>
        </w:rPr>
        <w:t>votre</w:t>
      </w:r>
      <w:r w:rsidR="00377580" w:rsidRPr="003F1519">
        <w:rPr>
          <w:bCs/>
          <w:lang w:eastAsia="en-GB"/>
        </w:rPr>
        <w:t xml:space="preserve"> sécurité sociale </w:t>
      </w:r>
      <w:r w:rsidR="004D3B51" w:rsidRPr="003F1519">
        <w:rPr>
          <w:bCs/>
          <w:lang w:eastAsia="en-GB"/>
        </w:rPr>
        <w:t>(</w:t>
      </w:r>
      <w:r w:rsidR="00377580" w:rsidRPr="003F1519">
        <w:rPr>
          <w:bCs/>
          <w:lang w:eastAsia="en-GB"/>
        </w:rPr>
        <w:t>nationale</w:t>
      </w:r>
      <w:r w:rsidR="004D3B51" w:rsidRPr="003F1519">
        <w:rPr>
          <w:bCs/>
          <w:lang w:eastAsia="en-GB"/>
        </w:rPr>
        <w:t>).</w:t>
      </w:r>
    </w:p>
    <w:p w14:paraId="329873DE" w14:textId="1CBFA516" w:rsidR="006F23BA" w:rsidRPr="003F1519" w:rsidRDefault="007A10AA" w:rsidP="00A917BE">
      <w:pPr>
        <w:rPr>
          <w:bCs/>
          <w:lang w:eastAsia="en-GB"/>
        </w:rPr>
      </w:pPr>
      <w:r w:rsidRPr="003F1519">
        <w:rPr>
          <w:bCs/>
          <w:lang w:eastAsia="en-GB"/>
        </w:rPr>
        <w:t>Vous</w:t>
      </w:r>
      <w:r w:rsidR="007A1396" w:rsidRPr="003F1519">
        <w:rPr>
          <w:bCs/>
          <w:lang w:eastAsia="en-GB"/>
        </w:rPr>
        <w:t xml:space="preserve"> </w:t>
      </w:r>
      <w:r w:rsidR="006F23BA" w:rsidRPr="003F1519">
        <w:rPr>
          <w:bCs/>
          <w:lang w:eastAsia="en-GB"/>
        </w:rPr>
        <w:t>exerce</w:t>
      </w:r>
      <w:r w:rsidRPr="003F1519">
        <w:rPr>
          <w:bCs/>
          <w:lang w:eastAsia="en-GB"/>
        </w:rPr>
        <w:t>rez</w:t>
      </w:r>
      <w:r w:rsidR="006F23BA" w:rsidRPr="003F1519">
        <w:rPr>
          <w:bCs/>
          <w:lang w:eastAsia="en-GB"/>
        </w:rPr>
        <w:t xml:space="preserve"> </w:t>
      </w:r>
      <w:r w:rsidRPr="003F1519">
        <w:rPr>
          <w:bCs/>
          <w:lang w:eastAsia="en-GB"/>
        </w:rPr>
        <w:t>vos</w:t>
      </w:r>
      <w:r w:rsidR="006F23BA" w:rsidRPr="003F1519">
        <w:rPr>
          <w:bCs/>
          <w:lang w:eastAsia="en-GB"/>
        </w:rPr>
        <w:t xml:space="preserve"> fonctions au sein de la Commission dans les conditions fixées par la décision END précitée et </w:t>
      </w:r>
      <w:r w:rsidRPr="003F1519">
        <w:rPr>
          <w:bCs/>
          <w:lang w:eastAsia="en-GB"/>
        </w:rPr>
        <w:t>serez</w:t>
      </w:r>
      <w:r w:rsidR="007B5FAE" w:rsidRPr="003F1519">
        <w:rPr>
          <w:bCs/>
          <w:lang w:eastAsia="en-GB"/>
        </w:rPr>
        <w:t xml:space="preserve"> </w:t>
      </w:r>
      <w:r w:rsidR="006F23BA" w:rsidRPr="003F1519">
        <w:rPr>
          <w:bCs/>
          <w:lang w:eastAsia="en-GB"/>
        </w:rPr>
        <w:t>soumis</w:t>
      </w:r>
      <w:r w:rsidR="007A1396" w:rsidRPr="003F1519">
        <w:rPr>
          <w:bCs/>
          <w:lang w:eastAsia="en-GB"/>
        </w:rPr>
        <w:t>(e)</w:t>
      </w:r>
      <w:r w:rsidR="006F23BA" w:rsidRPr="003F1519">
        <w:rPr>
          <w:bCs/>
          <w:lang w:eastAsia="en-GB"/>
        </w:rPr>
        <w:t xml:space="preserve"> aux règles de confidentialité, de loyauté et d’absence de conflit d’intérêts qui y sont définies.</w:t>
      </w:r>
    </w:p>
    <w:p w14:paraId="43DCD3E1" w14:textId="154E7469" w:rsidR="00443957" w:rsidRPr="003F1519" w:rsidRDefault="007A10AA" w:rsidP="006F23BA">
      <w:pPr>
        <w:pStyle w:val="Replace"/>
      </w:pPr>
      <w:r w:rsidRPr="003F1519">
        <w:t xml:space="preserve">Dans le cas où le poste est publié avec </w:t>
      </w:r>
      <w:r w:rsidR="00A917BE" w:rsidRPr="003F1519">
        <w:t>indemnités de séjour</w:t>
      </w:r>
      <w:r w:rsidRPr="003F1519">
        <w:t>, celles-ci</w:t>
      </w:r>
      <w:r w:rsidR="00A917BE" w:rsidRPr="003F1519">
        <w:t xml:space="preserve"> </w:t>
      </w:r>
      <w:r w:rsidR="006F23BA" w:rsidRPr="003F1519">
        <w:t xml:space="preserve">ne </w:t>
      </w:r>
      <w:r w:rsidRPr="003F1519">
        <w:t xml:space="preserve">vous </w:t>
      </w:r>
      <w:r w:rsidR="006F23BA" w:rsidRPr="003F1519">
        <w:t xml:space="preserve">seront </w:t>
      </w:r>
      <w:r w:rsidR="007B5FAE" w:rsidRPr="003F1519">
        <w:t>octroyées</w:t>
      </w:r>
      <w:r w:rsidR="006F23BA" w:rsidRPr="003F1519">
        <w:t xml:space="preserve"> </w:t>
      </w:r>
      <w:r w:rsidRPr="003F1519">
        <w:t>que si vous</w:t>
      </w:r>
      <w:r w:rsidR="00A917BE" w:rsidRPr="003F1519">
        <w:t xml:space="preserve"> rempli</w:t>
      </w:r>
      <w:r w:rsidR="00F65CC2" w:rsidRPr="003F1519">
        <w:t>sse</w:t>
      </w:r>
      <w:r w:rsidRPr="003F1519">
        <w:t>z</w:t>
      </w:r>
      <w:r w:rsidR="00A917BE" w:rsidRPr="003F1519">
        <w:t xml:space="preserve"> les conditions</w:t>
      </w:r>
      <w:r w:rsidR="006F23BA" w:rsidRPr="003F1519">
        <w:t xml:space="preserve"> prévues à </w:t>
      </w:r>
      <w:r w:rsidR="00A917BE" w:rsidRPr="003F1519">
        <w:t>l</w:t>
      </w:r>
      <w:r w:rsidR="006F23BA" w:rsidRPr="003F1519">
        <w:t>’</w:t>
      </w:r>
      <w:r w:rsidR="00A917BE" w:rsidRPr="003F1519">
        <w:t>article 17 de la décision END.</w:t>
      </w:r>
    </w:p>
    <w:p w14:paraId="1D83DC51" w14:textId="340AA940" w:rsidR="00377580" w:rsidRPr="003F1519" w:rsidRDefault="007A10AA" w:rsidP="00377580">
      <w:pPr>
        <w:rPr>
          <w:lang w:eastAsia="en-GB"/>
        </w:rPr>
      </w:pPr>
      <w:r w:rsidRPr="003F1519">
        <w:rPr>
          <w:lang w:eastAsia="en-GB"/>
        </w:rPr>
        <w:t>Le personnel en poste</w:t>
      </w:r>
      <w:r w:rsidR="00377580" w:rsidRPr="003F1519">
        <w:rPr>
          <w:lang w:eastAsia="en-GB"/>
        </w:rPr>
        <w:t xml:space="preserve"> dans une </w:t>
      </w:r>
      <w:r w:rsidR="00377580" w:rsidRPr="003F1519">
        <w:rPr>
          <w:bCs/>
          <w:lang w:eastAsia="en-GB"/>
        </w:rPr>
        <w:t>délégation de l</w:t>
      </w:r>
      <w:r w:rsidR="006F23BA" w:rsidRPr="003F1519">
        <w:rPr>
          <w:bCs/>
          <w:lang w:eastAsia="en-GB"/>
        </w:rPr>
        <w:t>’</w:t>
      </w:r>
      <w:r w:rsidR="00377580" w:rsidRPr="003F1519">
        <w:rPr>
          <w:bCs/>
          <w:lang w:eastAsia="en-GB"/>
        </w:rPr>
        <w:t>Union européenne</w:t>
      </w:r>
      <w:r w:rsidR="00377580" w:rsidRPr="003F1519">
        <w:rPr>
          <w:lang w:eastAsia="en-GB"/>
        </w:rPr>
        <w:t xml:space="preserve"> doit</w:t>
      </w:r>
      <w:r w:rsidRPr="003F1519">
        <w:rPr>
          <w:lang w:eastAsia="en-GB"/>
        </w:rPr>
        <w:t xml:space="preserve"> obligatoirement</w:t>
      </w:r>
      <w:r w:rsidR="00377580" w:rsidRPr="003F1519">
        <w:rPr>
          <w:lang w:eastAsia="en-GB"/>
        </w:rPr>
        <w:t xml:space="preserve"> </w:t>
      </w:r>
      <w:r w:rsidRPr="003F1519">
        <w:rPr>
          <w:lang w:eastAsia="en-GB"/>
        </w:rPr>
        <w:t>disposer d’</w:t>
      </w:r>
      <w:r w:rsidR="00377580" w:rsidRPr="003F1519">
        <w:rPr>
          <w:lang w:eastAsia="en-GB"/>
        </w:rPr>
        <w:t>une habilitation de sécurité (jusqu</w:t>
      </w:r>
      <w:r w:rsidR="006F23BA" w:rsidRPr="003F1519">
        <w:rPr>
          <w:lang w:eastAsia="en-GB"/>
        </w:rPr>
        <w:t>’</w:t>
      </w:r>
      <w:r w:rsidR="00377580" w:rsidRPr="003F1519">
        <w:rPr>
          <w:lang w:eastAsia="en-GB"/>
        </w:rPr>
        <w:t xml:space="preserve">au niveau SECRET UE/EU SECRET conformément </w:t>
      </w:r>
      <w:hyperlink r:id="rId26" w:history="1">
        <w:r w:rsidR="00F65CC2" w:rsidRPr="003F1519">
          <w:rPr>
            <w:rStyle w:val="Hyperlink"/>
          </w:rPr>
          <w:t>à la décision de la Commission (EU – Euratom) 2015/444 du 13 mars 2015</w:t>
        </w:r>
      </w:hyperlink>
      <w:r w:rsidR="00377580" w:rsidRPr="003F1519">
        <w:rPr>
          <w:lang w:eastAsia="en-GB"/>
        </w:rPr>
        <w:t xml:space="preserve">. </w:t>
      </w:r>
      <w:r w:rsidRPr="003F1519">
        <w:rPr>
          <w:lang w:eastAsia="en-GB"/>
        </w:rPr>
        <w:t xml:space="preserve">Il vous appartient de </w:t>
      </w:r>
      <w:r w:rsidR="00377580" w:rsidRPr="003F1519">
        <w:rPr>
          <w:lang w:eastAsia="en-GB"/>
        </w:rPr>
        <w:t>lancer cette procédure d</w:t>
      </w:r>
      <w:r w:rsidR="006F23BA" w:rsidRPr="003F1519">
        <w:rPr>
          <w:lang w:eastAsia="en-GB"/>
        </w:rPr>
        <w:t>’</w:t>
      </w:r>
      <w:r w:rsidR="00377580" w:rsidRPr="003F1519">
        <w:rPr>
          <w:lang w:eastAsia="en-GB"/>
        </w:rPr>
        <w:t>habilitation de sécurité avant d</w:t>
      </w:r>
      <w:r w:rsidR="006F23BA" w:rsidRPr="003F1519">
        <w:rPr>
          <w:lang w:eastAsia="en-GB"/>
        </w:rPr>
        <w:t>’</w:t>
      </w:r>
      <w:r w:rsidR="00377580" w:rsidRPr="003F1519">
        <w:rPr>
          <w:lang w:eastAsia="en-GB"/>
        </w:rPr>
        <w:t xml:space="preserve">obtenir la confirmation de </w:t>
      </w:r>
      <w:r w:rsidRPr="003F1519">
        <w:rPr>
          <w:lang w:eastAsia="en-GB"/>
        </w:rPr>
        <w:t>votre</w:t>
      </w:r>
      <w:r w:rsidR="00377580" w:rsidRPr="003F1519">
        <w:rPr>
          <w:lang w:eastAsia="en-GB"/>
        </w:rPr>
        <w:t xml:space="preserve"> détachement.</w:t>
      </w:r>
    </w:p>
    <w:p w14:paraId="39E123A3" w14:textId="77777777" w:rsidR="00443957" w:rsidRPr="003F1519" w:rsidRDefault="00443957" w:rsidP="00443957">
      <w:pPr>
        <w:rPr>
          <w:u w:val="single"/>
          <w:lang w:eastAsia="en-GB"/>
        </w:rPr>
      </w:pPr>
    </w:p>
    <w:p w14:paraId="7E1895C8" w14:textId="77777777" w:rsidR="007B5FAE" w:rsidRPr="003F1519" w:rsidRDefault="00443957" w:rsidP="00F65CC2">
      <w:pPr>
        <w:keepNext/>
        <w:rPr>
          <w:b/>
          <w:szCs w:val="24"/>
          <w:u w:val="single"/>
          <w:lang w:eastAsia="en-GB"/>
        </w:rPr>
      </w:pPr>
      <w:r w:rsidRPr="003F1519">
        <w:rPr>
          <w:b/>
          <w:szCs w:val="24"/>
          <w:u w:val="single"/>
          <w:lang w:eastAsia="en-GB"/>
        </w:rPr>
        <w:t>Soumission des candidatures et procédure de sélection</w:t>
      </w:r>
    </w:p>
    <w:p w14:paraId="29FA9519" w14:textId="77777777" w:rsidR="008A0FF3" w:rsidRPr="003F1519" w:rsidRDefault="008A0FF3" w:rsidP="00443957">
      <w:pPr>
        <w:rPr>
          <w:lang w:eastAsia="en-GB"/>
        </w:rPr>
      </w:pPr>
      <w:r w:rsidRPr="003F1519">
        <w:rPr>
          <w:lang w:eastAsia="en-GB"/>
        </w:rPr>
        <w:t>Si vous êtes intéressé, veuillez suivre les instructions données par votre employeur pour postuler.</w:t>
      </w:r>
    </w:p>
    <w:p w14:paraId="033A75F1" w14:textId="2D02150C" w:rsidR="008A0FF3" w:rsidRPr="003F1519" w:rsidRDefault="008A0FF3" w:rsidP="00443957">
      <w:pPr>
        <w:rPr>
          <w:lang w:eastAsia="en-GB"/>
        </w:rPr>
      </w:pPr>
      <w:r w:rsidRPr="003F1519">
        <w:rPr>
          <w:lang w:eastAsia="en-GB"/>
        </w:rPr>
        <w:t xml:space="preserve">La Commission Européenne </w:t>
      </w:r>
      <w:r w:rsidRPr="003F1519">
        <w:rPr>
          <w:b/>
          <w:bCs/>
          <w:u w:val="single"/>
          <w:lang w:eastAsia="en-GB"/>
        </w:rPr>
        <w:t xml:space="preserve">acceptera </w:t>
      </w:r>
      <w:r w:rsidR="00D703FC" w:rsidRPr="003F1519">
        <w:rPr>
          <w:b/>
          <w:bCs/>
          <w:u w:val="single"/>
          <w:lang w:eastAsia="en-GB"/>
        </w:rPr>
        <w:t>seulement</w:t>
      </w:r>
      <w:r w:rsidRPr="003F1519">
        <w:rPr>
          <w:b/>
          <w:bCs/>
          <w:u w:val="single"/>
          <w:lang w:eastAsia="en-GB"/>
        </w:rPr>
        <w:t xml:space="preserve"> les candidatures qui auront été soumises par l’intermédiaire de la Représentation Permanente / Mission Diplomatique</w:t>
      </w:r>
      <w:r w:rsidR="00D703FC" w:rsidRPr="003F1519">
        <w:rPr>
          <w:b/>
          <w:bCs/>
          <w:u w:val="single"/>
          <w:lang w:eastAsia="en-GB"/>
        </w:rPr>
        <w:t xml:space="preserve"> de votre pays</w:t>
      </w:r>
      <w:r w:rsidRPr="003F1519">
        <w:rPr>
          <w:b/>
          <w:bCs/>
          <w:u w:val="single"/>
          <w:lang w:eastAsia="en-GB"/>
        </w:rPr>
        <w:t xml:space="preserve"> auprès de </w:t>
      </w:r>
      <w:r w:rsidR="00D703FC" w:rsidRPr="003F1519">
        <w:rPr>
          <w:b/>
          <w:bCs/>
          <w:u w:val="single"/>
          <w:lang w:eastAsia="en-GB"/>
        </w:rPr>
        <w:t>UE</w:t>
      </w:r>
      <w:r w:rsidRPr="003F1519">
        <w:rPr>
          <w:b/>
          <w:bCs/>
          <w:u w:val="single"/>
          <w:lang w:eastAsia="en-GB"/>
        </w:rPr>
        <w:t>, le secrétariat de l’AELE (EFTA) ou par le(s) canal (canaux) qui aura (auront) été spécifiquement convenu(s)</w:t>
      </w:r>
      <w:r w:rsidRPr="003F1519">
        <w:rPr>
          <w:lang w:eastAsia="en-GB"/>
        </w:rPr>
        <w:t>. Les candidatures reçues directement de votre part ou de votre employeur ne seront pas prises en considération.</w:t>
      </w:r>
    </w:p>
    <w:p w14:paraId="3E74F7FF" w14:textId="4885FA78" w:rsidR="007B5FAE" w:rsidRPr="003F1519" w:rsidRDefault="008A0FF3" w:rsidP="008A0FF3">
      <w:pPr>
        <w:rPr>
          <w:lang w:eastAsia="en-GB"/>
        </w:rPr>
      </w:pPr>
      <w:r w:rsidRPr="003F1519">
        <w:rPr>
          <w:lang w:eastAsia="en-GB"/>
        </w:rPr>
        <w:lastRenderedPageBreak/>
        <w:t xml:space="preserve">Vous devez </w:t>
      </w:r>
      <w:r w:rsidR="00443957" w:rsidRPr="003F1519">
        <w:rPr>
          <w:lang w:eastAsia="en-GB"/>
        </w:rPr>
        <w:t xml:space="preserve">envoyer </w:t>
      </w:r>
      <w:r w:rsidRPr="003F1519">
        <w:rPr>
          <w:lang w:eastAsia="en-GB"/>
        </w:rPr>
        <w:t>votre</w:t>
      </w:r>
      <w:r w:rsidR="00443957" w:rsidRPr="003F1519">
        <w:rPr>
          <w:lang w:eastAsia="en-GB"/>
        </w:rPr>
        <w:t xml:space="preserve"> candidature</w:t>
      </w:r>
      <w:r w:rsidR="00443957" w:rsidRPr="003F1519">
        <w:rPr>
          <w:b/>
          <w:color w:val="FF0000"/>
          <w:lang w:eastAsia="en-GB"/>
        </w:rPr>
        <w:t xml:space="preserve"> </w:t>
      </w:r>
      <w:r w:rsidR="00443957" w:rsidRPr="003F1519">
        <w:rPr>
          <w:lang w:eastAsia="en-GB"/>
        </w:rPr>
        <w:t xml:space="preserve">sous format </w:t>
      </w:r>
      <w:r w:rsidR="00443957" w:rsidRPr="003F1519">
        <w:rPr>
          <w:b/>
          <w:lang w:eastAsia="en-GB"/>
        </w:rPr>
        <w:t xml:space="preserve">CV Europass </w:t>
      </w:r>
      <w:r w:rsidR="00443957" w:rsidRPr="003F1519">
        <w:rPr>
          <w:lang w:eastAsia="en-GB"/>
        </w:rPr>
        <w:t>(</w:t>
      </w:r>
      <w:hyperlink r:id="rId27" w:history="1">
        <w:r w:rsidR="00E5708E" w:rsidRPr="003F1519">
          <w:rPr>
            <w:rStyle w:val="Hyperlink"/>
          </w:rPr>
          <w:t>Créez votre CV Europass | Europass</w:t>
        </w:r>
      </w:hyperlink>
      <w:r w:rsidR="00443957" w:rsidRPr="003F1519">
        <w:rPr>
          <w:lang w:eastAsia="en-GB"/>
        </w:rPr>
        <w:t>)</w:t>
      </w:r>
      <w:r w:rsidR="00443957" w:rsidRPr="003F1519">
        <w:rPr>
          <w:b/>
          <w:lang w:eastAsia="en-GB"/>
        </w:rPr>
        <w:t xml:space="preserve"> </w:t>
      </w:r>
      <w:r w:rsidR="00443957" w:rsidRPr="003F1519">
        <w:rPr>
          <w:lang w:eastAsia="en-GB"/>
        </w:rPr>
        <w:t>en français, anglais ou allemand</w:t>
      </w:r>
      <w:r w:rsidR="00D703FC" w:rsidRPr="003F1519">
        <w:rPr>
          <w:lang w:eastAsia="en-GB"/>
        </w:rPr>
        <w:t>.</w:t>
      </w:r>
      <w:r w:rsidR="00443957" w:rsidRPr="003F1519">
        <w:rPr>
          <w:b/>
          <w:lang w:eastAsia="en-GB"/>
        </w:rPr>
        <w:t xml:space="preserve"> </w:t>
      </w:r>
      <w:r w:rsidR="00D703FC" w:rsidRPr="003F1519">
        <w:rPr>
          <w:lang w:eastAsia="en-GB"/>
        </w:rPr>
        <w:t>Votre</w:t>
      </w:r>
      <w:r w:rsidR="00443957" w:rsidRPr="003F1519">
        <w:rPr>
          <w:lang w:eastAsia="en-GB"/>
        </w:rPr>
        <w:t xml:space="preserve"> CV doit obligatoirement mentionner </w:t>
      </w:r>
      <w:r w:rsidRPr="003F1519">
        <w:rPr>
          <w:lang w:eastAsia="en-GB"/>
        </w:rPr>
        <w:t>votre</w:t>
      </w:r>
      <w:r w:rsidR="00443957" w:rsidRPr="003F1519">
        <w:rPr>
          <w:lang w:eastAsia="en-GB"/>
        </w:rPr>
        <w:t xml:space="preserve"> nationalité.</w:t>
      </w:r>
    </w:p>
    <w:p w14:paraId="0D20F032" w14:textId="714D67BA" w:rsidR="00443957" w:rsidRPr="003F1519" w:rsidRDefault="00D703FC" w:rsidP="00443957">
      <w:pPr>
        <w:rPr>
          <w:lang w:eastAsia="en-GB"/>
        </w:rPr>
      </w:pPr>
      <w:r w:rsidRPr="003F1519">
        <w:rPr>
          <w:lang w:eastAsia="en-GB"/>
        </w:rPr>
        <w:t xml:space="preserve">Veuillez ne pas ajouter </w:t>
      </w:r>
      <w:r w:rsidR="00443957" w:rsidRPr="003F1519">
        <w:rPr>
          <w:lang w:eastAsia="en-GB"/>
        </w:rPr>
        <w:t>d</w:t>
      </w:r>
      <w:r w:rsidR="006F23BA" w:rsidRPr="003F1519">
        <w:rPr>
          <w:lang w:eastAsia="en-GB"/>
        </w:rPr>
        <w:t>’</w:t>
      </w:r>
      <w:r w:rsidR="00443957" w:rsidRPr="003F1519">
        <w:rPr>
          <w:lang w:eastAsia="en-GB"/>
        </w:rPr>
        <w:t>autres documents</w:t>
      </w:r>
      <w:r w:rsidR="00443957" w:rsidRPr="003F1519">
        <w:rPr>
          <w:b/>
          <w:lang w:eastAsia="en-GB"/>
        </w:rPr>
        <w:t xml:space="preserve"> </w:t>
      </w:r>
      <w:r w:rsidR="00443957" w:rsidRPr="003F1519">
        <w:rPr>
          <w:lang w:eastAsia="en-GB"/>
        </w:rPr>
        <w:t>(tels que copie de carte d</w:t>
      </w:r>
      <w:r w:rsidR="006F23BA" w:rsidRPr="003F1519">
        <w:rPr>
          <w:lang w:eastAsia="en-GB"/>
        </w:rPr>
        <w:t>’</w:t>
      </w:r>
      <w:r w:rsidR="00443957" w:rsidRPr="003F1519">
        <w:rPr>
          <w:lang w:eastAsia="en-GB"/>
        </w:rPr>
        <w:t xml:space="preserve">identité, copie des diplômes </w:t>
      </w:r>
      <w:r w:rsidRPr="003F1519">
        <w:rPr>
          <w:lang w:eastAsia="en-GB"/>
        </w:rPr>
        <w:t>ou</w:t>
      </w:r>
      <w:r w:rsidR="00443957" w:rsidRPr="003F1519">
        <w:rPr>
          <w:lang w:eastAsia="en-GB"/>
        </w:rPr>
        <w:t xml:space="preserve"> attestation d</w:t>
      </w:r>
      <w:r w:rsidR="006F23BA" w:rsidRPr="003F1519">
        <w:rPr>
          <w:lang w:eastAsia="en-GB"/>
        </w:rPr>
        <w:t>’</w:t>
      </w:r>
      <w:r w:rsidR="00443957" w:rsidRPr="003F1519">
        <w:rPr>
          <w:lang w:eastAsia="en-GB"/>
        </w:rPr>
        <w:t>expérience professionnelle,</w:t>
      </w:r>
      <w:r w:rsidRPr="003F1519">
        <w:rPr>
          <w:lang w:eastAsia="en-GB"/>
        </w:rPr>
        <w:t xml:space="preserve"> etc.</w:t>
      </w:r>
      <w:r w:rsidR="00443957" w:rsidRPr="003F1519">
        <w:rPr>
          <w:lang w:eastAsia="en-GB"/>
        </w:rPr>
        <w:t xml:space="preserve">). </w:t>
      </w:r>
      <w:r w:rsidR="00E5708E" w:rsidRPr="003F1519">
        <w:rPr>
          <w:lang w:eastAsia="en-GB"/>
        </w:rPr>
        <w:t>Le cas échéant, c</w:t>
      </w:r>
      <w:r w:rsidR="00443957" w:rsidRPr="003F1519">
        <w:rPr>
          <w:lang w:eastAsia="en-GB"/>
        </w:rPr>
        <w:t xml:space="preserve">es documents </w:t>
      </w:r>
      <w:r w:rsidRPr="003F1519">
        <w:rPr>
          <w:lang w:eastAsia="en-GB"/>
        </w:rPr>
        <w:t xml:space="preserve">vous </w:t>
      </w:r>
      <w:r w:rsidR="00443957" w:rsidRPr="003F1519">
        <w:rPr>
          <w:lang w:eastAsia="en-GB"/>
        </w:rPr>
        <w:t xml:space="preserve">seront demandés </w:t>
      </w:r>
      <w:r w:rsidRPr="003F1519">
        <w:rPr>
          <w:lang w:eastAsia="en-GB"/>
        </w:rPr>
        <w:t>ultérieurement</w:t>
      </w:r>
      <w:r w:rsidR="00443957" w:rsidRPr="003F1519">
        <w:rPr>
          <w:lang w:eastAsia="en-GB"/>
        </w:rPr>
        <w:t>.</w:t>
      </w:r>
    </w:p>
    <w:p w14:paraId="4D1807A6" w14:textId="77777777" w:rsidR="00377580" w:rsidRPr="003F1519" w:rsidRDefault="00377580" w:rsidP="00377580">
      <w:pPr>
        <w:rPr>
          <w:lang w:eastAsia="en-GB"/>
        </w:rPr>
      </w:pPr>
    </w:p>
    <w:p w14:paraId="27F8CF87" w14:textId="29041AB3" w:rsidR="007B5FAE" w:rsidRPr="003F1519" w:rsidRDefault="00377580" w:rsidP="00377580">
      <w:pPr>
        <w:rPr>
          <w:b/>
          <w:szCs w:val="24"/>
          <w:u w:val="single"/>
          <w:lang w:eastAsia="en-GB"/>
        </w:rPr>
      </w:pPr>
      <w:r w:rsidRPr="003F1519">
        <w:rPr>
          <w:b/>
          <w:szCs w:val="24"/>
          <w:u w:val="single"/>
          <w:lang w:eastAsia="en-GB"/>
        </w:rPr>
        <w:t>Traitement des données à caractère personnel</w:t>
      </w:r>
    </w:p>
    <w:p w14:paraId="501CCFC7" w14:textId="7FC10DD3" w:rsidR="000914BF" w:rsidRPr="003F1519" w:rsidRDefault="00E5708E" w:rsidP="00E5708E">
      <w:r w:rsidRPr="003F1519">
        <w:t>La Commission européenne veillera à ce que les données à caractère personnel des candidats soient traitées dans le plein respect du règlement (UE) 2018/1725 du Parlement européen et du Conseil</w:t>
      </w:r>
      <w:r w:rsidR="0092295D" w:rsidRPr="003F1519">
        <w:t xml:space="preserve"> </w:t>
      </w:r>
      <w:r w:rsidRPr="003F1519">
        <w:t>(</w:t>
      </w:r>
      <w:r w:rsidRPr="003F1519">
        <w:rPr>
          <w:rStyle w:val="FootnoteReference"/>
        </w:rPr>
        <w:footnoteReference w:id="1"/>
      </w:r>
      <w:r w:rsidRPr="003F1519">
        <w:t xml:space="preserve">). Ces dispositions s’appliquent en particulier à la confidentialité et à la sécurité de ces données. Avant de postuler, veuillez lire la déclaration </w:t>
      </w:r>
      <w:r w:rsidR="00F65CC2" w:rsidRPr="003F1519">
        <w:t>de confidentialité</w:t>
      </w:r>
      <w:r w:rsidRPr="003F1519">
        <w:t>.</w:t>
      </w:r>
    </w:p>
    <w:sectPr w:rsidR="000914BF" w:rsidRPr="003F1519">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3D2F4" w14:textId="77777777" w:rsidR="00D71E5E" w:rsidRDefault="00D71E5E">
      <w:pPr>
        <w:spacing w:after="0"/>
      </w:pPr>
      <w:r>
        <w:separator/>
      </w:r>
    </w:p>
  </w:endnote>
  <w:endnote w:type="continuationSeparator" w:id="0">
    <w:p w14:paraId="7E58AEC1" w14:textId="77777777" w:rsidR="00D71E5E" w:rsidRDefault="00D71E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62943" w14:textId="77777777" w:rsidR="00D71E5E" w:rsidRDefault="00D71E5E">
      <w:pPr>
        <w:spacing w:after="0"/>
      </w:pPr>
      <w:r>
        <w:separator/>
      </w:r>
    </w:p>
  </w:footnote>
  <w:footnote w:type="continuationSeparator" w:id="0">
    <w:p w14:paraId="11D27E2D" w14:textId="77777777" w:rsidR="00D71E5E" w:rsidRDefault="00D71E5E">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C6D1537"/>
    <w:multiLevelType w:val="multilevel"/>
    <w:tmpl w:val="4C4A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8E5685"/>
    <w:multiLevelType w:val="hybridMultilevel"/>
    <w:tmpl w:val="5064603E"/>
    <w:lvl w:ilvl="0" w:tplc="1809000F">
      <w:start w:val="1"/>
      <w:numFmt w:val="decimal"/>
      <w:lvlText w:val="%1."/>
      <w:lvlJc w:val="left"/>
      <w:pPr>
        <w:ind w:left="720" w:hanging="360"/>
      </w:pPr>
    </w:lvl>
    <w:lvl w:ilvl="1" w:tplc="85DE1C0E">
      <w:numFmt w:val="bullet"/>
      <w:lvlText w:val="•"/>
      <w:lvlJc w:val="left"/>
      <w:pPr>
        <w:ind w:left="1800" w:hanging="720"/>
      </w:pPr>
      <w:rPr>
        <w:rFonts w:ascii="Times New Roman" w:eastAsia="Times New Roman" w:hAnsi="Times New Roman" w:cs="Times New Roman"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974942536">
    <w:abstractNumId w:val="21"/>
  </w:num>
  <w:num w:numId="27" w16cid:durableId="128707828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21C8"/>
    <w:rsid w:val="00080A71"/>
    <w:rsid w:val="000902A7"/>
    <w:rsid w:val="000914BF"/>
    <w:rsid w:val="00097587"/>
    <w:rsid w:val="000A7D34"/>
    <w:rsid w:val="000D21E7"/>
    <w:rsid w:val="000E3327"/>
    <w:rsid w:val="00112073"/>
    <w:rsid w:val="001328F7"/>
    <w:rsid w:val="001517DC"/>
    <w:rsid w:val="00185E30"/>
    <w:rsid w:val="001A0074"/>
    <w:rsid w:val="001A0716"/>
    <w:rsid w:val="001A1D84"/>
    <w:rsid w:val="001C651A"/>
    <w:rsid w:val="001D05D5"/>
    <w:rsid w:val="001D3EEC"/>
    <w:rsid w:val="001F5A7C"/>
    <w:rsid w:val="001F78C4"/>
    <w:rsid w:val="00212752"/>
    <w:rsid w:val="00215A56"/>
    <w:rsid w:val="0024052B"/>
    <w:rsid w:val="00247026"/>
    <w:rsid w:val="00283DF2"/>
    <w:rsid w:val="0028413D"/>
    <w:rsid w:val="002841B7"/>
    <w:rsid w:val="002869E6"/>
    <w:rsid w:val="002A6E30"/>
    <w:rsid w:val="002A7A58"/>
    <w:rsid w:val="002B37EB"/>
    <w:rsid w:val="002D7C49"/>
    <w:rsid w:val="002E3B6E"/>
    <w:rsid w:val="00301CA3"/>
    <w:rsid w:val="00334CB6"/>
    <w:rsid w:val="0033761C"/>
    <w:rsid w:val="00347DFB"/>
    <w:rsid w:val="00377580"/>
    <w:rsid w:val="00390214"/>
    <w:rsid w:val="00394581"/>
    <w:rsid w:val="003978C7"/>
    <w:rsid w:val="003F1519"/>
    <w:rsid w:val="00431438"/>
    <w:rsid w:val="00443957"/>
    <w:rsid w:val="00462268"/>
    <w:rsid w:val="00487237"/>
    <w:rsid w:val="004A4BB7"/>
    <w:rsid w:val="004A7364"/>
    <w:rsid w:val="004D3B51"/>
    <w:rsid w:val="004D3F5A"/>
    <w:rsid w:val="00500D19"/>
    <w:rsid w:val="0053405E"/>
    <w:rsid w:val="005376C7"/>
    <w:rsid w:val="00546E18"/>
    <w:rsid w:val="00556CBD"/>
    <w:rsid w:val="005B624E"/>
    <w:rsid w:val="006032F6"/>
    <w:rsid w:val="00637D64"/>
    <w:rsid w:val="00653A6F"/>
    <w:rsid w:val="00670AC6"/>
    <w:rsid w:val="00680255"/>
    <w:rsid w:val="00692465"/>
    <w:rsid w:val="006A1CB2"/>
    <w:rsid w:val="006B47B6"/>
    <w:rsid w:val="006F23BA"/>
    <w:rsid w:val="006F7322"/>
    <w:rsid w:val="00721E40"/>
    <w:rsid w:val="0074301E"/>
    <w:rsid w:val="007A10AA"/>
    <w:rsid w:val="007A1396"/>
    <w:rsid w:val="007B5FAE"/>
    <w:rsid w:val="007D6284"/>
    <w:rsid w:val="007E131B"/>
    <w:rsid w:val="007E4F35"/>
    <w:rsid w:val="00805685"/>
    <w:rsid w:val="008241B0"/>
    <w:rsid w:val="008315CD"/>
    <w:rsid w:val="00844E27"/>
    <w:rsid w:val="00847B4F"/>
    <w:rsid w:val="00866E7F"/>
    <w:rsid w:val="0087785F"/>
    <w:rsid w:val="008A0FF3"/>
    <w:rsid w:val="008A3D67"/>
    <w:rsid w:val="008D4C1A"/>
    <w:rsid w:val="008E004C"/>
    <w:rsid w:val="008F0E62"/>
    <w:rsid w:val="0092295D"/>
    <w:rsid w:val="009F3246"/>
    <w:rsid w:val="00A65B97"/>
    <w:rsid w:val="00A917BE"/>
    <w:rsid w:val="00AE1FEA"/>
    <w:rsid w:val="00AE32E4"/>
    <w:rsid w:val="00AE6B8F"/>
    <w:rsid w:val="00B31DC8"/>
    <w:rsid w:val="00B33DB6"/>
    <w:rsid w:val="00B47635"/>
    <w:rsid w:val="00B566C1"/>
    <w:rsid w:val="00BD31EA"/>
    <w:rsid w:val="00BD7279"/>
    <w:rsid w:val="00BF389A"/>
    <w:rsid w:val="00BF3AEB"/>
    <w:rsid w:val="00C405D3"/>
    <w:rsid w:val="00C518F5"/>
    <w:rsid w:val="00C525B0"/>
    <w:rsid w:val="00CB0FD3"/>
    <w:rsid w:val="00CE21A9"/>
    <w:rsid w:val="00CE55DC"/>
    <w:rsid w:val="00CF7C39"/>
    <w:rsid w:val="00D06587"/>
    <w:rsid w:val="00D077DE"/>
    <w:rsid w:val="00D163E5"/>
    <w:rsid w:val="00D703FC"/>
    <w:rsid w:val="00D71E5E"/>
    <w:rsid w:val="00D82B48"/>
    <w:rsid w:val="00D95786"/>
    <w:rsid w:val="00DC5C83"/>
    <w:rsid w:val="00DF66DB"/>
    <w:rsid w:val="00E0579E"/>
    <w:rsid w:val="00E3047A"/>
    <w:rsid w:val="00E45B68"/>
    <w:rsid w:val="00E5708E"/>
    <w:rsid w:val="00E850B7"/>
    <w:rsid w:val="00E85FC4"/>
    <w:rsid w:val="00E879F0"/>
    <w:rsid w:val="00E927FE"/>
    <w:rsid w:val="00EA00D7"/>
    <w:rsid w:val="00EA2C68"/>
    <w:rsid w:val="00EB462F"/>
    <w:rsid w:val="00ED28A1"/>
    <w:rsid w:val="00ED50DA"/>
    <w:rsid w:val="00EE00FB"/>
    <w:rsid w:val="00F65CC2"/>
    <w:rsid w:val="00FC7939"/>
    <w:rsid w:val="00FF02B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DF66DB"/>
  </w:style>
  <w:style w:type="character" w:styleId="CommentReference">
    <w:name w:val="annotation reference"/>
    <w:basedOn w:val="DefaultParagraphFont"/>
    <w:semiHidden/>
    <w:locked/>
    <w:rsid w:val="00334CB6"/>
    <w:rPr>
      <w:sz w:val="16"/>
      <w:szCs w:val="16"/>
    </w:rPr>
  </w:style>
  <w:style w:type="paragraph" w:styleId="CommentText">
    <w:name w:val="annotation text"/>
    <w:basedOn w:val="Normal"/>
    <w:link w:val="CommentTextChar"/>
    <w:semiHidden/>
    <w:locked/>
    <w:rsid w:val="00334CB6"/>
    <w:rPr>
      <w:sz w:val="20"/>
    </w:rPr>
  </w:style>
  <w:style w:type="character" w:customStyle="1" w:styleId="CommentTextChar">
    <w:name w:val="Comment Text Char"/>
    <w:basedOn w:val="DefaultParagraphFont"/>
    <w:link w:val="CommentText"/>
    <w:semiHidden/>
    <w:rsid w:val="00334CB6"/>
    <w:rPr>
      <w:sz w:val="20"/>
    </w:rPr>
  </w:style>
  <w:style w:type="paragraph" w:styleId="CommentSubject">
    <w:name w:val="annotation subject"/>
    <w:basedOn w:val="CommentText"/>
    <w:next w:val="CommentText"/>
    <w:link w:val="CommentSubjectChar"/>
    <w:semiHidden/>
    <w:locked/>
    <w:rsid w:val="00334CB6"/>
    <w:rPr>
      <w:b/>
      <w:bCs/>
    </w:rPr>
  </w:style>
  <w:style w:type="character" w:customStyle="1" w:styleId="CommentSubjectChar">
    <w:name w:val="Comment Subject Char"/>
    <w:basedOn w:val="CommentTextChar"/>
    <w:link w:val="CommentSubject"/>
    <w:semiHidden/>
    <w:rsid w:val="00334CB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86F274F85D54C9B961397418CB55292"/>
        <w:category>
          <w:name w:val="General"/>
          <w:gallery w:val="placeholder"/>
        </w:category>
        <w:types>
          <w:type w:val="bbPlcHdr"/>
        </w:types>
        <w:behaviors>
          <w:behavior w:val="content"/>
        </w:behaviors>
        <w:guid w:val="{FD428E9B-9F08-4C39-B557-2A732022E072}"/>
      </w:docPartPr>
      <w:docPartBody>
        <w:p w:rsidR="00455B87" w:rsidRDefault="003630BF" w:rsidP="003630BF">
          <w:pPr>
            <w:pStyle w:val="E86F274F85D54C9B961397418CB55292"/>
          </w:pPr>
          <w:r w:rsidRPr="00546DB1">
            <w:rPr>
              <w:rStyle w:val="PlaceholderText"/>
              <w:bCs/>
            </w:rPr>
            <w:t>Click or tap here to enter text.</w:t>
          </w:r>
        </w:p>
      </w:docPartBody>
    </w:docPart>
    <w:docPart>
      <w:docPartPr>
        <w:name w:val="6BB1A3742FCC438B9868269806738E96"/>
        <w:category>
          <w:name w:val="General"/>
          <w:gallery w:val="placeholder"/>
        </w:category>
        <w:types>
          <w:type w:val="bbPlcHdr"/>
        </w:types>
        <w:behaviors>
          <w:behavior w:val="content"/>
        </w:behaviors>
        <w:guid w:val="{D969CD42-56F6-4D0C-9455-2D1346326010}"/>
      </w:docPartPr>
      <w:docPartBody>
        <w:p w:rsidR="00455B87" w:rsidRDefault="003630BF" w:rsidP="003630BF">
          <w:pPr>
            <w:pStyle w:val="6BB1A3742FCC438B9868269806738E96"/>
          </w:pPr>
          <w:r w:rsidRPr="0007110E">
            <w:rPr>
              <w:rStyle w:val="PlaceholderText"/>
              <w:bCs/>
            </w:rPr>
            <w:t>Click or tap here to enter text.</w:t>
          </w:r>
        </w:p>
      </w:docPartBody>
    </w:docPart>
    <w:docPart>
      <w:docPartPr>
        <w:name w:val="A6F1B65AD6E147A69A44A3AA60A740F6"/>
        <w:category>
          <w:name w:val="General"/>
          <w:gallery w:val="placeholder"/>
        </w:category>
        <w:types>
          <w:type w:val="bbPlcHdr"/>
        </w:types>
        <w:behaviors>
          <w:behavior w:val="content"/>
        </w:behaviors>
        <w:guid w:val="{30457D62-5D51-4C9D-BAC9-F9F3BDE6F66E}"/>
      </w:docPartPr>
      <w:docPartBody>
        <w:p w:rsidR="00455B87" w:rsidRDefault="003630BF" w:rsidP="003630BF">
          <w:pPr>
            <w:pStyle w:val="A6F1B65AD6E147A69A44A3AA60A740F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E121EE4"/>
    <w:multiLevelType w:val="multilevel"/>
    <w:tmpl w:val="900C90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12726342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630BF"/>
    <w:rsid w:val="00455B87"/>
    <w:rsid w:val="00534FB6"/>
    <w:rsid w:val="00670AC6"/>
    <w:rsid w:val="007818B4"/>
    <w:rsid w:val="008A3D67"/>
    <w:rsid w:val="008F2A96"/>
    <w:rsid w:val="00983F83"/>
    <w:rsid w:val="00B36F01"/>
    <w:rsid w:val="00BD31EA"/>
    <w:rsid w:val="00CB23CA"/>
    <w:rsid w:val="00D95786"/>
    <w:rsid w:val="00E96C07"/>
    <w:rsid w:val="00EA2C68"/>
    <w:rsid w:val="00F00294"/>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630BF"/>
    <w:rPr>
      <w:color w:val="288061"/>
    </w:rPr>
  </w:style>
  <w:style w:type="paragraph" w:customStyle="1" w:styleId="E86F274F85D54C9B961397418CB55292">
    <w:name w:val="E86F274F85D54C9B961397418CB55292"/>
    <w:rsid w:val="003630BF"/>
    <w:pPr>
      <w:spacing w:line="278" w:lineRule="auto"/>
    </w:pPr>
    <w:rPr>
      <w:kern w:val="2"/>
      <w:sz w:val="24"/>
      <w:szCs w:val="24"/>
      <w:lang w:eastAsia="zh-CN"/>
      <w14:ligatures w14:val="standardContextual"/>
    </w:rPr>
  </w:style>
  <w:style w:type="paragraph" w:customStyle="1" w:styleId="6BB1A3742FCC438B9868269806738E96">
    <w:name w:val="6BB1A3742FCC438B9868269806738E96"/>
    <w:rsid w:val="003630BF"/>
    <w:pPr>
      <w:spacing w:line="278" w:lineRule="auto"/>
    </w:pPr>
    <w:rPr>
      <w:kern w:val="2"/>
      <w:sz w:val="24"/>
      <w:szCs w:val="24"/>
      <w:lang w:eastAsia="zh-CN"/>
      <w14:ligatures w14:val="standardContextual"/>
    </w:rPr>
  </w:style>
  <w:style w:type="paragraph" w:customStyle="1" w:styleId="A6F1B65AD6E147A69A44A3AA60A740F6">
    <w:name w:val="A6F1B65AD6E147A69A44A3AA60A740F6"/>
    <w:rsid w:val="003630BF"/>
    <w:pPr>
      <w:spacing w:line="278" w:lineRule="auto"/>
    </w:pPr>
    <w:rPr>
      <w:kern w:val="2"/>
      <w:sz w:val="24"/>
      <w:szCs w:val="24"/>
      <w:lang w:eastAsia="zh-CN"/>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EDD89D76-0C66-4548-A4B5-16F1484E3C21}"/>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1508</Words>
  <Characters>8374</Characters>
  <Application>Microsoft Office Word</Application>
  <DocSecurity>0</DocSecurity>
  <PresentationFormat>Microsoft Word 14.0</PresentationFormat>
  <Lines>178</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HOGLUND Inga (COMM)</cp:lastModifiedBy>
  <cp:revision>3</cp:revision>
  <cp:lastPrinted>2023-04-18T07:01:00Z</cp:lastPrinted>
  <dcterms:created xsi:type="dcterms:W3CDTF">2025-09-08T09:03:00Z</dcterms:created>
  <dcterms:modified xsi:type="dcterms:W3CDTF">2025-09-08T09:55:00Z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